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11788" w14:textId="77777777" w:rsidR="001F1B05" w:rsidRDefault="001F1B05" w:rsidP="00736702">
      <w:pPr>
        <w:pStyle w:val="Subttulo"/>
        <w:rPr>
          <w:rFonts w:ascii="ArialMT" w:hAnsi="ArialMT" w:cs="ArialMT"/>
          <w:b/>
        </w:rPr>
      </w:pPr>
      <w:bookmarkStart w:id="0" w:name="_GoBack"/>
      <w:bookmarkEnd w:id="0"/>
    </w:p>
    <w:p w14:paraId="69879F85" w14:textId="1B40CACF" w:rsidR="00235FA2" w:rsidRDefault="007F113A" w:rsidP="00736702">
      <w:pPr>
        <w:pStyle w:val="Subttulo"/>
        <w:rPr>
          <w:rFonts w:ascii="ArialMT" w:hAnsi="ArialMT" w:cs="ArialMT"/>
          <w:b/>
        </w:rPr>
      </w:pPr>
      <w:r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85A927" wp14:editId="00B73C8D">
                <wp:simplePos x="0" y="0"/>
                <wp:positionH relativeFrom="column">
                  <wp:posOffset>-20956</wp:posOffset>
                </wp:positionH>
                <wp:positionV relativeFrom="paragraph">
                  <wp:posOffset>226060</wp:posOffset>
                </wp:positionV>
                <wp:extent cx="6467475" cy="453390"/>
                <wp:effectExtent l="0" t="0" r="28575" b="22860"/>
                <wp:wrapNone/>
                <wp:docPr id="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72B5E" w14:textId="77777777" w:rsidR="00F330EB" w:rsidRDefault="000C5D07" w:rsidP="00235FA2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PROY</w:t>
                            </w:r>
                            <w:r w:rsidR="00F330EB"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ECTOS </w:t>
                            </w:r>
                            <w:r w:rsidR="0007370D"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DE FORMACIÓN PROFESIONAL DUAL</w:t>
                            </w: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 AUTORIZADOS. </w:t>
                            </w:r>
                          </w:p>
                          <w:p w14:paraId="7A1778BB" w14:textId="77777777" w:rsidR="000C5D07" w:rsidRPr="008B3D0B" w:rsidRDefault="00464A81" w:rsidP="00235FA2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E70E1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INFORME DE SUSTITUCIÓN DEL TUTOR</w:t>
                            </w:r>
                            <w:r w:rsidR="00D35269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/A </w:t>
                            </w:r>
                            <w:r w:rsidRPr="00FE70E1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POR CESE EN EL PROYECTO.</w:t>
                            </w:r>
                          </w:p>
                          <w:p w14:paraId="717F97FD" w14:textId="77777777" w:rsidR="00F330EB" w:rsidRPr="00F330EB" w:rsidRDefault="00F330EB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6F6C111" w14:textId="77777777" w:rsidR="00235FA2" w:rsidRPr="00F330EB" w:rsidRDefault="00235FA2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3598245" w14:textId="77777777" w:rsidR="00F330EB" w:rsidRPr="00F330EB" w:rsidRDefault="00F330EB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BE7436C" w14:textId="77777777" w:rsidR="00235FA2" w:rsidRPr="00F330EB" w:rsidRDefault="00235FA2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685A927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-1.65pt;margin-top:17.8pt;width:509.25pt;height:3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A+K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">
                <v:textbox>
                  <w:txbxContent>
                    <w:p w14:paraId="3C072B5E" w14:textId="77777777" w:rsidR="00F330EB" w:rsidRDefault="000C5D07" w:rsidP="00235FA2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PROY</w:t>
                      </w:r>
                      <w:r w:rsidR="00F330EB"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ECTOS </w:t>
                      </w:r>
                      <w:r w:rsidR="0007370D"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>DE FORMACIÓN PROFESIONAL DUAL</w:t>
                      </w: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 AUTORIZADOS. </w:t>
                      </w:r>
                    </w:p>
                    <w:p w14:paraId="7A1778BB" w14:textId="77777777" w:rsidR="000C5D07" w:rsidRPr="008B3D0B" w:rsidRDefault="00464A81" w:rsidP="00235FA2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FE70E1">
                        <w:rPr>
                          <w:rFonts w:cs="Arial"/>
                          <w:b/>
                          <w:sz w:val="24"/>
                          <w:szCs w:val="24"/>
                        </w:rPr>
                        <w:t>INFORME DE SUSTITUCIÓN DEL TUTOR</w:t>
                      </w:r>
                      <w:r w:rsidR="00D35269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/A </w:t>
                      </w:r>
                      <w:r w:rsidRPr="00FE70E1">
                        <w:rPr>
                          <w:rFonts w:cs="Arial"/>
                          <w:b/>
                          <w:sz w:val="24"/>
                          <w:szCs w:val="24"/>
                        </w:rPr>
                        <w:t>POR CESE EN EL PROYECTO.</w:t>
                      </w:r>
                    </w:p>
                    <w:p w14:paraId="717F97FD" w14:textId="77777777" w:rsidR="00F330EB" w:rsidRPr="00F330EB" w:rsidRDefault="00F330EB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46F6C111" w14:textId="77777777" w:rsidR="00235FA2" w:rsidRPr="00F330EB" w:rsidRDefault="00235FA2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03598245" w14:textId="77777777" w:rsidR="00F330EB" w:rsidRPr="00F330EB" w:rsidRDefault="00F330EB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1BE7436C" w14:textId="77777777" w:rsidR="00235FA2" w:rsidRPr="00F330EB" w:rsidRDefault="00235FA2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41CB" w:rsidRPr="00235FA2"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9A989C" wp14:editId="15DD52AC">
                <wp:simplePos x="0" y="0"/>
                <wp:positionH relativeFrom="column">
                  <wp:posOffset>2661285</wp:posOffset>
                </wp:positionH>
                <wp:positionV relativeFrom="paragraph">
                  <wp:posOffset>-36830</wp:posOffset>
                </wp:positionV>
                <wp:extent cx="1005840" cy="269875"/>
                <wp:effectExtent l="0" t="0" r="3810" b="0"/>
                <wp:wrapNone/>
                <wp:docPr id="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98C8A6" w14:textId="77777777" w:rsidR="00235FA2" w:rsidRPr="008B3D0B" w:rsidRDefault="00235FA2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E70E1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464A81" w:rsidRPr="00FE70E1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nexo X</w:t>
                            </w:r>
                            <w:r w:rsidR="003641CB" w:rsidRPr="00FE70E1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 w:rsidR="008D6E4E" w:rsidRPr="00FE70E1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II</w:t>
                            </w:r>
                          </w:p>
                          <w:p w14:paraId="60567746" w14:textId="77777777" w:rsidR="00235FA2" w:rsidRPr="00F330EB" w:rsidRDefault="00235FA2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09A989C" id="Text Box 59" o:spid="_x0000_s1027" type="#_x0000_t202" style="position:absolute;left:0;text-align:left;margin-left:209.55pt;margin-top:-2.9pt;width:79.2pt;height:2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" stroked="f">
                <v:textbox>
                  <w:txbxContent>
                    <w:p w14:paraId="6098C8A6" w14:textId="77777777" w:rsidR="00235FA2" w:rsidRPr="008B3D0B" w:rsidRDefault="00235FA2">
                      <w:pPr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FE70E1">
                        <w:rPr>
                          <w:rFonts w:cs="Arial"/>
                          <w:b/>
                          <w:sz w:val="24"/>
                          <w:szCs w:val="24"/>
                        </w:rPr>
                        <w:t>A</w:t>
                      </w:r>
                      <w:r w:rsidR="00464A81" w:rsidRPr="00FE70E1">
                        <w:rPr>
                          <w:rFonts w:cs="Arial"/>
                          <w:b/>
                          <w:sz w:val="24"/>
                          <w:szCs w:val="24"/>
                        </w:rPr>
                        <w:t>nexo X</w:t>
                      </w:r>
                      <w:r w:rsidR="003641CB" w:rsidRPr="00FE70E1">
                        <w:rPr>
                          <w:rFonts w:cs="Arial"/>
                          <w:b/>
                          <w:sz w:val="24"/>
                          <w:szCs w:val="24"/>
                        </w:rPr>
                        <w:t>V</w:t>
                      </w:r>
                      <w:r w:rsidR="008D6E4E" w:rsidRPr="00FE70E1">
                        <w:rPr>
                          <w:rFonts w:cs="Arial"/>
                          <w:b/>
                          <w:sz w:val="24"/>
                          <w:szCs w:val="24"/>
                        </w:rPr>
                        <w:t>II</w:t>
                      </w:r>
                    </w:p>
                    <w:p w14:paraId="60567746" w14:textId="77777777" w:rsidR="00235FA2" w:rsidRPr="00F330EB" w:rsidRDefault="00235FA2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FFA6BB" w14:textId="77777777" w:rsidR="00235FA2" w:rsidRDefault="00235FA2" w:rsidP="00736702">
      <w:pPr>
        <w:pStyle w:val="Subttulo"/>
        <w:rPr>
          <w:rFonts w:ascii="ArialMT" w:hAnsi="ArialMT" w:cs="ArialMT"/>
          <w:b/>
        </w:rPr>
      </w:pPr>
    </w:p>
    <w:p w14:paraId="74AC1F9C" w14:textId="77777777" w:rsidR="00235FA2" w:rsidRDefault="00235FA2" w:rsidP="00736702">
      <w:pPr>
        <w:pStyle w:val="Subttulo"/>
        <w:rPr>
          <w:rFonts w:ascii="ArialMT" w:hAnsi="ArialMT" w:cs="ArialMT"/>
          <w:b/>
        </w:rPr>
      </w:pPr>
    </w:p>
    <w:p w14:paraId="0A458F0C" w14:textId="77777777" w:rsidR="007F1F64" w:rsidRDefault="007F1F64">
      <w:pPr>
        <w:rPr>
          <w:sz w:val="18"/>
        </w:rPr>
      </w:pPr>
    </w:p>
    <w:p w14:paraId="298D7E13" w14:textId="77777777" w:rsidR="003C4C70" w:rsidRDefault="003C4C70">
      <w:pPr>
        <w:rPr>
          <w:sz w:val="18"/>
        </w:rPr>
      </w:pPr>
    </w:p>
    <w:tbl>
      <w:tblPr>
        <w:tblW w:w="1014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544"/>
        <w:gridCol w:w="4049"/>
      </w:tblGrid>
      <w:tr w:rsidR="003C4C70" w:rsidRPr="00F330EB" w14:paraId="5C97C07F" w14:textId="77777777" w:rsidTr="007F113A">
        <w:tc>
          <w:tcPr>
            <w:tcW w:w="10145" w:type="dxa"/>
            <w:gridSpan w:val="3"/>
            <w:tcBorders>
              <w:top w:val="single" w:sz="8" w:space="0" w:color="auto"/>
              <w:bottom w:val="single" w:sz="2" w:space="0" w:color="auto"/>
            </w:tcBorders>
            <w:shd w:val="pct12" w:color="auto" w:fill="auto"/>
          </w:tcPr>
          <w:p w14:paraId="342A7A04" w14:textId="77777777" w:rsidR="003C4C70" w:rsidRPr="008B3D0B" w:rsidRDefault="001E007E" w:rsidP="001E007E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b/>
                <w:sz w:val="18"/>
                <w:szCs w:val="18"/>
              </w:rPr>
              <w:t>Proyecto de Formación Profesional Dual</w:t>
            </w:r>
          </w:p>
        </w:tc>
      </w:tr>
      <w:tr w:rsidR="00C839FA" w:rsidRPr="00F330EB" w14:paraId="0503A118" w14:textId="77777777" w:rsidTr="007F113A">
        <w:tc>
          <w:tcPr>
            <w:tcW w:w="6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0A832" w14:textId="77777777" w:rsidR="00C839FA" w:rsidRPr="008B3D0B" w:rsidRDefault="00C839FA" w:rsidP="007F113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Centro educativo: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2E015AC2" w14:textId="77777777" w:rsidR="00C839FA" w:rsidRPr="008B3D0B" w:rsidRDefault="00C839FA" w:rsidP="00C839F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Localidad</w:t>
            </w:r>
            <w:r w:rsidRPr="008B3D0B">
              <w:rPr>
                <w:rFonts w:cs="Arial"/>
                <w:b/>
                <w:sz w:val="18"/>
                <w:szCs w:val="18"/>
              </w:rPr>
              <w:t>:</w:t>
            </w:r>
          </w:p>
        </w:tc>
      </w:tr>
      <w:tr w:rsidR="007966FB" w:rsidRPr="00F330EB" w14:paraId="05B932D7" w14:textId="77777777" w:rsidTr="007F113A">
        <w:trPr>
          <w:cantSplit/>
          <w:trHeight w:val="368"/>
        </w:trPr>
        <w:tc>
          <w:tcPr>
            <w:tcW w:w="6096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747B64F" w14:textId="77777777" w:rsidR="007966FB" w:rsidRPr="008B3D0B" w:rsidRDefault="007966FB" w:rsidP="007F113A">
            <w:pPr>
              <w:spacing w:before="120" w:after="80"/>
              <w:ind w:right="74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Ciclo Formativo: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1529F56E" w14:textId="77777777" w:rsidR="007966FB" w:rsidRPr="008B3D0B" w:rsidRDefault="007966FB" w:rsidP="008D2131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Código de proyecto:</w:t>
            </w:r>
          </w:p>
        </w:tc>
      </w:tr>
      <w:tr w:rsidR="000C5D07" w:rsidRPr="00F330EB" w14:paraId="691CD5F1" w14:textId="77777777" w:rsidTr="006F31CA">
        <w:trPr>
          <w:cantSplit/>
          <w:trHeight w:val="317"/>
        </w:trPr>
        <w:tc>
          <w:tcPr>
            <w:tcW w:w="255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E00639" w14:textId="77777777" w:rsidR="000C5D07" w:rsidRPr="008B3D0B" w:rsidRDefault="000C5D07" w:rsidP="00726BF0">
            <w:pPr>
              <w:spacing w:before="120" w:after="40"/>
              <w:ind w:left="72"/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Modalidad</w:t>
            </w:r>
          </w:p>
        </w:tc>
        <w:tc>
          <w:tcPr>
            <w:tcW w:w="354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5B8150" w14:textId="77777777" w:rsidR="000C5D07" w:rsidRPr="008B3D0B" w:rsidRDefault="00DA341F" w:rsidP="00726BF0">
            <w:pPr>
              <w:spacing w:before="120" w:after="40"/>
              <w:ind w:right="72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Duración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367CB447" w14:textId="77777777" w:rsidR="000C5D07" w:rsidRPr="008B3D0B" w:rsidRDefault="00726BF0" w:rsidP="004130BB">
            <w:pPr>
              <w:spacing w:before="120" w:after="40"/>
              <w:ind w:right="72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Motivo de</w:t>
            </w:r>
            <w:r w:rsidR="004130BB">
              <w:rPr>
                <w:rFonts w:cs="Arial"/>
                <w:sz w:val="18"/>
                <w:szCs w:val="18"/>
              </w:rPr>
              <w:t>l informe</w:t>
            </w:r>
          </w:p>
        </w:tc>
      </w:tr>
      <w:tr w:rsidR="00726BF0" w:rsidRPr="00F330EB" w14:paraId="3AED7465" w14:textId="77777777" w:rsidTr="007F113A">
        <w:trPr>
          <w:cantSplit/>
        </w:trPr>
        <w:sdt>
          <w:sdtPr>
            <w:alias w:val="MODALIDAD"/>
            <w:tag w:val="MODALIDAD"/>
            <w:id w:val="-35594607"/>
            <w:lock w:val="sdtLocked"/>
            <w:placeholder>
              <w:docPart w:val="129147D63E96459697B8C27054BD7860"/>
            </w:placeholder>
            <w:showingPlcHdr/>
            <w:dropDownList>
              <w:listItem w:displayText="A" w:value="A"/>
              <w:listItem w:displayText="B" w:value="B"/>
              <w:listItem w:displayText="C" w:value="C"/>
            </w:dropDownList>
          </w:sdtPr>
          <w:sdtEndPr>
            <w:rPr>
              <w:rFonts w:cs="Arial"/>
              <w:sz w:val="18"/>
              <w:szCs w:val="18"/>
            </w:rPr>
          </w:sdtEndPr>
          <w:sdtContent>
            <w:tc>
              <w:tcPr>
                <w:tcW w:w="2552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</w:tcPr>
              <w:p w14:paraId="124869B4" w14:textId="77777777" w:rsidR="00726BF0" w:rsidRPr="008B3D0B" w:rsidRDefault="00726BF0" w:rsidP="007966FB">
                <w:pPr>
                  <w:spacing w:before="120" w:after="40"/>
                  <w:ind w:right="72"/>
                  <w:rPr>
                    <w:rFonts w:cs="Arial"/>
                    <w:sz w:val="18"/>
                    <w:szCs w:val="18"/>
                  </w:rPr>
                </w:pPr>
                <w:r w:rsidRPr="00E55E8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alias w:val="Duración"/>
            <w:tag w:val="Duración"/>
            <w:id w:val="-1583906367"/>
            <w:lock w:val="sdtLocked"/>
            <w:placeholder>
              <w:docPart w:val="25E503D07AE84DF190B3CB40FF975B3C"/>
            </w:placeholder>
            <w:showingPlcHdr/>
            <w:dropDownList>
              <w:listItem w:displayText="1 CURSO" w:value="1 CURSO"/>
              <w:listItem w:displayText="2 CURSOS" w:value="2 CURSOS"/>
            </w:dropDownList>
          </w:sdtPr>
          <w:sdtEndPr/>
          <w:sdtContent>
            <w:tc>
              <w:tcPr>
                <w:tcW w:w="3544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</w:tcPr>
              <w:p w14:paraId="7F0BC81F" w14:textId="77777777" w:rsidR="00726BF0" w:rsidRPr="008B3D0B" w:rsidRDefault="00726BF0" w:rsidP="007966FB">
                <w:pPr>
                  <w:spacing w:before="120" w:after="40"/>
                  <w:ind w:right="72"/>
                  <w:rPr>
                    <w:rFonts w:cs="Arial"/>
                    <w:sz w:val="18"/>
                    <w:szCs w:val="18"/>
                  </w:rPr>
                </w:pPr>
                <w:r w:rsidRPr="00E55E8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alias w:val="Motivo"/>
            <w:tag w:val="Motivo"/>
            <w:id w:val="976340671"/>
            <w:lock w:val="sdtLocked"/>
            <w:placeholder>
              <w:docPart w:val="94B52A29A3C348B5A3ED8E588B963B1A"/>
            </w:placeholder>
            <w:dropDownList>
              <w:listItem w:displayText="No inicio del proyecto" w:value="No inicio del proyecto"/>
              <w:listItem w:displayText="Finalización anticipada" w:value="Finalización anticipada"/>
            </w:dropDownList>
          </w:sdtPr>
          <w:sdtEndPr/>
          <w:sdtContent>
            <w:tc>
              <w:tcPr>
                <w:tcW w:w="4049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</w:tcPr>
              <w:p w14:paraId="02095423" w14:textId="77777777" w:rsidR="00726BF0" w:rsidRPr="008B3D0B" w:rsidRDefault="00AD031E" w:rsidP="001E3517">
                <w:pPr>
                  <w:spacing w:before="120" w:after="40"/>
                  <w:ind w:right="72"/>
                  <w:rPr>
                    <w:rFonts w:cs="Arial"/>
                    <w:sz w:val="18"/>
                    <w:szCs w:val="18"/>
                  </w:rPr>
                </w:pPr>
                <w:r>
                  <w:rPr>
                    <w:rFonts w:cs="Arial"/>
                    <w:sz w:val="18"/>
                    <w:szCs w:val="18"/>
                  </w:rPr>
                  <w:t>Finalización anticipada</w:t>
                </w:r>
              </w:p>
            </w:tc>
          </w:sdtContent>
        </w:sdt>
      </w:tr>
      <w:tr w:rsidR="00726BF0" w:rsidRPr="00F330EB" w14:paraId="6BD4C5FC" w14:textId="77777777" w:rsidTr="007F113A">
        <w:trPr>
          <w:cantSplit/>
        </w:trPr>
        <w:tc>
          <w:tcPr>
            <w:tcW w:w="1014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970A94" w14:textId="77777777" w:rsidR="00726BF0" w:rsidRDefault="00726BF0" w:rsidP="00B11501">
            <w:pPr>
              <w:ind w:left="74" w:right="74"/>
              <w:rPr>
                <w:rFonts w:cs="Arial"/>
                <w:sz w:val="18"/>
                <w:szCs w:val="18"/>
              </w:rPr>
            </w:pPr>
            <w:r w:rsidRPr="00726BF0">
              <w:rPr>
                <w:rFonts w:cs="Arial"/>
                <w:sz w:val="18"/>
                <w:szCs w:val="18"/>
              </w:rPr>
              <w:t>Proyecto</w:t>
            </w:r>
            <w:r>
              <w:rPr>
                <w:rFonts w:cs="Arial"/>
                <w:sz w:val="18"/>
                <w:szCs w:val="18"/>
              </w:rPr>
              <w:t xml:space="preserve"> autorizado</w:t>
            </w:r>
            <w:r w:rsidR="004130BB">
              <w:rPr>
                <w:rFonts w:cs="Arial"/>
                <w:sz w:val="18"/>
                <w:szCs w:val="18"/>
              </w:rPr>
              <w:t>*</w:t>
            </w:r>
            <w:r w:rsidR="0047070F">
              <w:rPr>
                <w:rFonts w:cs="Arial"/>
                <w:sz w:val="18"/>
                <w:szCs w:val="18"/>
              </w:rPr>
              <w:t xml:space="preserve"> mediante R</w:t>
            </w:r>
            <w:r>
              <w:rPr>
                <w:rFonts w:cs="Arial"/>
                <w:sz w:val="18"/>
                <w:szCs w:val="18"/>
              </w:rPr>
              <w:t xml:space="preserve">esolución (indicar): </w:t>
            </w:r>
          </w:p>
          <w:p w14:paraId="377DAFF9" w14:textId="77777777" w:rsidR="00726BF0" w:rsidRDefault="00726BF0" w:rsidP="00B11501">
            <w:pPr>
              <w:ind w:left="74" w:right="74"/>
              <w:rPr>
                <w:rFonts w:cs="Arial"/>
                <w:sz w:val="18"/>
                <w:szCs w:val="18"/>
              </w:rPr>
            </w:pPr>
          </w:p>
        </w:tc>
      </w:tr>
      <w:tr w:rsidR="001E3517" w:rsidRPr="001E3517" w14:paraId="39766559" w14:textId="77777777" w:rsidTr="007F113A">
        <w:trPr>
          <w:cantSplit/>
        </w:trPr>
        <w:tc>
          <w:tcPr>
            <w:tcW w:w="1014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BC4F47" w14:textId="77777777" w:rsidR="001E3517" w:rsidRPr="00FE70E1" w:rsidRDefault="001E3517" w:rsidP="00B11501">
            <w:pPr>
              <w:ind w:left="74" w:right="74"/>
              <w:rPr>
                <w:rFonts w:cs="Arial"/>
                <w:sz w:val="18"/>
                <w:szCs w:val="18"/>
              </w:rPr>
            </w:pPr>
            <w:r w:rsidRPr="00FE70E1">
              <w:rPr>
                <w:rFonts w:cs="Arial"/>
                <w:sz w:val="18"/>
                <w:szCs w:val="18"/>
              </w:rPr>
              <w:t>Tutor</w:t>
            </w:r>
            <w:r w:rsidR="008E4B1F">
              <w:rPr>
                <w:rFonts w:cs="Arial"/>
                <w:sz w:val="18"/>
                <w:szCs w:val="18"/>
              </w:rPr>
              <w:t>/</w:t>
            </w:r>
            <w:r w:rsidRPr="00FE70E1">
              <w:rPr>
                <w:rFonts w:cs="Arial"/>
                <w:sz w:val="18"/>
                <w:szCs w:val="18"/>
              </w:rPr>
              <w:t>a que cesa en el proyecto:</w:t>
            </w:r>
          </w:p>
          <w:p w14:paraId="3F3A4503" w14:textId="77777777" w:rsidR="001E3517" w:rsidRPr="001E3517" w:rsidRDefault="001E3517" w:rsidP="00B11501">
            <w:pPr>
              <w:ind w:left="74" w:right="74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1E3517" w:rsidRPr="001E3517" w14:paraId="488C0552" w14:textId="77777777" w:rsidTr="007F113A">
        <w:trPr>
          <w:cantSplit/>
        </w:trPr>
        <w:tc>
          <w:tcPr>
            <w:tcW w:w="1014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1AD855" w14:textId="77777777" w:rsidR="001E3517" w:rsidRPr="00FE70E1" w:rsidRDefault="001E3517" w:rsidP="00B11501">
            <w:pPr>
              <w:ind w:left="74" w:right="74"/>
              <w:rPr>
                <w:rFonts w:cs="Arial"/>
                <w:sz w:val="18"/>
                <w:szCs w:val="18"/>
              </w:rPr>
            </w:pPr>
            <w:r w:rsidRPr="00FE70E1">
              <w:rPr>
                <w:rFonts w:cs="Arial"/>
                <w:sz w:val="18"/>
                <w:szCs w:val="18"/>
              </w:rPr>
              <w:t>Fecha de cese:</w:t>
            </w:r>
          </w:p>
          <w:p w14:paraId="36E9F5EB" w14:textId="77777777" w:rsidR="001E3517" w:rsidRPr="001E3517" w:rsidRDefault="001E3517" w:rsidP="00B11501">
            <w:pPr>
              <w:ind w:left="74" w:right="74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1E3517" w:rsidRPr="00F330EB" w14:paraId="025FE3C8" w14:textId="77777777" w:rsidTr="007F113A">
        <w:trPr>
          <w:cantSplit/>
        </w:trPr>
        <w:tc>
          <w:tcPr>
            <w:tcW w:w="1014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B50989" w14:textId="77777777" w:rsidR="001E3517" w:rsidRDefault="001E3517" w:rsidP="00B11501">
            <w:pPr>
              <w:ind w:left="74" w:right="74"/>
              <w:rPr>
                <w:rFonts w:cs="Arial"/>
                <w:sz w:val="18"/>
                <w:szCs w:val="18"/>
              </w:rPr>
            </w:pPr>
            <w:r w:rsidRPr="00FE70E1">
              <w:rPr>
                <w:rFonts w:cs="Arial"/>
                <w:sz w:val="18"/>
                <w:szCs w:val="18"/>
              </w:rPr>
              <w:t>Tutor</w:t>
            </w:r>
            <w:r w:rsidR="008E4B1F">
              <w:rPr>
                <w:rFonts w:cs="Arial"/>
                <w:sz w:val="18"/>
                <w:szCs w:val="18"/>
              </w:rPr>
              <w:t>/</w:t>
            </w:r>
            <w:r w:rsidRPr="00FE70E1">
              <w:rPr>
                <w:rFonts w:cs="Arial"/>
                <w:sz w:val="18"/>
                <w:szCs w:val="18"/>
              </w:rPr>
              <w:t>a que sustituye:</w:t>
            </w:r>
          </w:p>
          <w:p w14:paraId="423B9214" w14:textId="77777777" w:rsidR="001E3517" w:rsidRDefault="001E3517" w:rsidP="00B11501">
            <w:pPr>
              <w:ind w:left="74" w:right="74"/>
              <w:rPr>
                <w:rFonts w:cs="Arial"/>
                <w:sz w:val="18"/>
                <w:szCs w:val="18"/>
              </w:rPr>
            </w:pPr>
          </w:p>
        </w:tc>
      </w:tr>
      <w:tr w:rsidR="00B11501" w:rsidRPr="00F330EB" w14:paraId="19D27E4A" w14:textId="77777777" w:rsidTr="006F31CA">
        <w:trPr>
          <w:cantSplit/>
          <w:trHeight w:val="537"/>
        </w:trPr>
        <w:tc>
          <w:tcPr>
            <w:tcW w:w="255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B23351" w14:textId="77777777" w:rsidR="00B11501" w:rsidRDefault="00B11501" w:rsidP="00B11501">
            <w:pPr>
              <w:ind w:left="74" w:right="74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Curso académico de inicio:</w:t>
            </w:r>
          </w:p>
          <w:p w14:paraId="56678517" w14:textId="77777777" w:rsidR="00B11501" w:rsidRDefault="00B11501" w:rsidP="00B11501">
            <w:pPr>
              <w:ind w:left="74" w:right="74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69ABF4" w14:textId="77777777" w:rsidR="00B11501" w:rsidRDefault="00B11501" w:rsidP="00B1150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Fecha de inicio del proyecto (en su caso):</w:t>
            </w:r>
          </w:p>
          <w:p w14:paraId="5CF69F5B" w14:textId="77777777" w:rsidR="00B11501" w:rsidRDefault="00B11501" w:rsidP="00B1150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4C5F97" w14:textId="77777777" w:rsidR="00B11501" w:rsidRDefault="00B11501" w:rsidP="00B11501">
            <w:pPr>
              <w:ind w:left="74" w:right="74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Fecha de finalización anticipada (en su caso):</w:t>
            </w:r>
          </w:p>
          <w:p w14:paraId="18FC1586" w14:textId="77777777" w:rsidR="00B11501" w:rsidRDefault="00B11501" w:rsidP="00B11501">
            <w:pPr>
              <w:ind w:left="74" w:right="74"/>
              <w:rPr>
                <w:rFonts w:cs="Arial"/>
                <w:sz w:val="18"/>
                <w:szCs w:val="18"/>
              </w:rPr>
            </w:pPr>
          </w:p>
        </w:tc>
      </w:tr>
      <w:tr w:rsidR="00BB6A9B" w:rsidRPr="00F330EB" w14:paraId="6778E28F" w14:textId="77777777" w:rsidTr="007F113A">
        <w:trPr>
          <w:cantSplit/>
        </w:trPr>
        <w:tc>
          <w:tcPr>
            <w:tcW w:w="10145" w:type="dxa"/>
            <w:gridSpan w:val="3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14:paraId="3B4390BC" w14:textId="77777777" w:rsidR="00BB6A9B" w:rsidRDefault="00BB6A9B" w:rsidP="00B11501">
            <w:pPr>
              <w:ind w:left="74" w:right="74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Grado de ejecución del proyecto:  </w:t>
            </w:r>
            <w:sdt>
              <w:sdtPr>
                <w:rPr>
                  <w:rFonts w:cs="Arial"/>
                  <w:sz w:val="18"/>
                  <w:szCs w:val="18"/>
                </w:rPr>
                <w:alias w:val="Porcentaje"/>
                <w:tag w:val="Porcentaje"/>
                <w:id w:val="2064911126"/>
                <w:lock w:val="sdtLocked"/>
                <w:placeholder>
                  <w:docPart w:val="A60ED08852934A4F8F74C18B9A23A514"/>
                </w:placeholder>
                <w:showingPlcHdr/>
                <w:comboBox>
                  <w:listItem w:displayText="Se ha completado el 25% del proyecto" w:value="Se ha completado el 25% del proyecto"/>
                  <w:listItem w:displayText="Se ha completado entre el 25% y el 50% del proyecto" w:value="Se ha completado entre el 25% y el 50% del proyecto"/>
                  <w:listItem w:displayText="Se ha completado más del 50% del proyecto" w:value="Se ha completado más del 50% del proyecto"/>
                </w:comboBox>
              </w:sdtPr>
              <w:sdtEndPr/>
              <w:sdtContent>
                <w:r w:rsidR="00804769" w:rsidRPr="00E55E8E">
                  <w:rPr>
                    <w:rStyle w:val="Textodelmarcadordeposicin"/>
                  </w:rPr>
                  <w:t>Elija un elemento.</w:t>
                </w:r>
              </w:sdtContent>
            </w:sdt>
          </w:p>
          <w:p w14:paraId="2A144A73" w14:textId="77777777" w:rsidR="00BB6A9B" w:rsidRDefault="00BB6A9B" w:rsidP="00B11501">
            <w:pPr>
              <w:ind w:left="74" w:right="74"/>
              <w:rPr>
                <w:rFonts w:cs="Arial"/>
                <w:sz w:val="18"/>
                <w:szCs w:val="18"/>
              </w:rPr>
            </w:pPr>
          </w:p>
        </w:tc>
      </w:tr>
    </w:tbl>
    <w:p w14:paraId="23987E6A" w14:textId="77777777" w:rsidR="00765CFA" w:rsidRPr="00765CFA" w:rsidRDefault="00765CFA" w:rsidP="002A3B13">
      <w:pPr>
        <w:rPr>
          <w:sz w:val="6"/>
          <w:szCs w:val="6"/>
        </w:rPr>
      </w:pPr>
    </w:p>
    <w:p w14:paraId="2C3662A7" w14:textId="77777777" w:rsidR="00B259DF" w:rsidRDefault="004130BB" w:rsidP="008E4B1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</w:t>
      </w:r>
      <w:r w:rsidR="0047070F">
        <w:rPr>
          <w:sz w:val="16"/>
          <w:szCs w:val="16"/>
        </w:rPr>
        <w:t>Indicar la R</w:t>
      </w:r>
      <w:r w:rsidR="00B259DF" w:rsidRPr="0047070F">
        <w:rPr>
          <w:sz w:val="16"/>
          <w:szCs w:val="16"/>
        </w:rPr>
        <w:t>esolución</w:t>
      </w:r>
      <w:r w:rsidR="0047070F">
        <w:rPr>
          <w:sz w:val="16"/>
          <w:szCs w:val="16"/>
        </w:rPr>
        <w:t xml:space="preserve"> correspondiente (de nueva autorización o renovación en su caso)</w:t>
      </w:r>
      <w:r w:rsidR="00B259DF" w:rsidRPr="0047070F">
        <w:rPr>
          <w:sz w:val="16"/>
          <w:szCs w:val="16"/>
        </w:rPr>
        <w:t xml:space="preserve"> en la que se </w:t>
      </w:r>
      <w:r w:rsidR="0047070F">
        <w:rPr>
          <w:sz w:val="16"/>
          <w:szCs w:val="16"/>
        </w:rPr>
        <w:t xml:space="preserve">autorizó </w:t>
      </w:r>
      <w:r w:rsidR="00B259DF" w:rsidRPr="0047070F">
        <w:rPr>
          <w:sz w:val="16"/>
          <w:szCs w:val="16"/>
        </w:rPr>
        <w:t>el proyecto que no se inicia</w:t>
      </w:r>
      <w:r w:rsidR="0047070F">
        <w:rPr>
          <w:sz w:val="16"/>
          <w:szCs w:val="16"/>
        </w:rPr>
        <w:t xml:space="preserve"> </w:t>
      </w:r>
      <w:r w:rsidR="00B259DF" w:rsidRPr="0047070F">
        <w:rPr>
          <w:sz w:val="16"/>
          <w:szCs w:val="16"/>
        </w:rPr>
        <w:t>o que finaliza anticipadamente.</w:t>
      </w:r>
    </w:p>
    <w:p w14:paraId="3D7378B6" w14:textId="77777777" w:rsidR="004130BB" w:rsidRPr="00765CFA" w:rsidRDefault="004130BB" w:rsidP="002A3B13">
      <w:pPr>
        <w:rPr>
          <w:sz w:val="16"/>
          <w:szCs w:val="16"/>
        </w:rPr>
      </w:pPr>
    </w:p>
    <w:tbl>
      <w:tblPr>
        <w:tblStyle w:val="Tablaconcuadrcula"/>
        <w:tblW w:w="10348" w:type="dxa"/>
        <w:tblInd w:w="-147" w:type="dxa"/>
        <w:tblLook w:val="04A0" w:firstRow="1" w:lastRow="0" w:firstColumn="1" w:lastColumn="0" w:noHBand="0" w:noVBand="1"/>
      </w:tblPr>
      <w:tblGrid>
        <w:gridCol w:w="10348"/>
      </w:tblGrid>
      <w:tr w:rsidR="00765CFA" w14:paraId="78226532" w14:textId="77777777" w:rsidTr="008E4B1F">
        <w:trPr>
          <w:trHeight w:val="3247"/>
        </w:trPr>
        <w:tc>
          <w:tcPr>
            <w:tcW w:w="10348" w:type="dxa"/>
          </w:tcPr>
          <w:p w14:paraId="11EAA201" w14:textId="77777777" w:rsidR="00765CFA" w:rsidRPr="00765CFA" w:rsidRDefault="00765CFA">
            <w:pPr>
              <w:rPr>
                <w:b/>
                <w:sz w:val="18"/>
              </w:rPr>
            </w:pPr>
          </w:p>
          <w:p w14:paraId="7155C991" w14:textId="77777777" w:rsidR="00765CFA" w:rsidRPr="00765CFA" w:rsidRDefault="00464A81" w:rsidP="00765CFA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Indicar brevemente el motivo del cese anticipado de la participación como tutor</w:t>
            </w:r>
            <w:r w:rsidR="007671F7">
              <w:rPr>
                <w:b/>
                <w:sz w:val="20"/>
                <w:szCs w:val="20"/>
              </w:rPr>
              <w:t>/a</w:t>
            </w:r>
            <w:r>
              <w:rPr>
                <w:b/>
                <w:sz w:val="20"/>
                <w:szCs w:val="20"/>
              </w:rPr>
              <w:t xml:space="preserve"> en el </w:t>
            </w:r>
            <w:r w:rsidR="00765CFA" w:rsidRPr="00765CFA">
              <w:rPr>
                <w:b/>
                <w:sz w:val="20"/>
                <w:szCs w:val="20"/>
              </w:rPr>
              <w:t>proyecto de F</w:t>
            </w:r>
            <w:r w:rsidR="00F178FC">
              <w:rPr>
                <w:b/>
                <w:sz w:val="20"/>
                <w:szCs w:val="20"/>
              </w:rPr>
              <w:t>P</w:t>
            </w:r>
            <w:r w:rsidR="00765CFA" w:rsidRPr="00765CFA">
              <w:rPr>
                <w:b/>
                <w:sz w:val="20"/>
                <w:szCs w:val="20"/>
              </w:rPr>
              <w:t xml:space="preserve"> Dual</w:t>
            </w:r>
          </w:p>
          <w:p w14:paraId="0322AB47" w14:textId="77777777" w:rsidR="00765CFA" w:rsidRDefault="00765CFA">
            <w:pPr>
              <w:rPr>
                <w:b/>
                <w:sz w:val="18"/>
              </w:rPr>
            </w:pPr>
          </w:p>
          <w:p w14:paraId="64116FF9" w14:textId="77777777" w:rsidR="00765CFA" w:rsidRPr="00765CFA" w:rsidRDefault="00765CFA">
            <w:pPr>
              <w:rPr>
                <w:b/>
                <w:sz w:val="18"/>
              </w:rPr>
            </w:pPr>
          </w:p>
          <w:p w14:paraId="0C01919C" w14:textId="77777777" w:rsidR="00765CFA" w:rsidRDefault="00765CFA">
            <w:pPr>
              <w:rPr>
                <w:b/>
                <w:sz w:val="18"/>
              </w:rPr>
            </w:pPr>
          </w:p>
          <w:p w14:paraId="333BB23D" w14:textId="77777777" w:rsidR="00D21666" w:rsidRDefault="00D21666">
            <w:pPr>
              <w:rPr>
                <w:b/>
                <w:sz w:val="18"/>
              </w:rPr>
            </w:pPr>
          </w:p>
          <w:p w14:paraId="14319A37" w14:textId="77777777" w:rsidR="00D21666" w:rsidRDefault="00D21666">
            <w:pPr>
              <w:rPr>
                <w:b/>
                <w:sz w:val="18"/>
              </w:rPr>
            </w:pPr>
          </w:p>
          <w:p w14:paraId="4DF5F178" w14:textId="77777777" w:rsidR="00D21666" w:rsidRDefault="00D21666">
            <w:pPr>
              <w:rPr>
                <w:b/>
                <w:sz w:val="18"/>
              </w:rPr>
            </w:pPr>
          </w:p>
          <w:p w14:paraId="6F3D58FD" w14:textId="77777777" w:rsidR="00D21666" w:rsidRDefault="00D21666">
            <w:pPr>
              <w:rPr>
                <w:b/>
                <w:sz w:val="18"/>
              </w:rPr>
            </w:pPr>
          </w:p>
          <w:p w14:paraId="1F8BDE4B" w14:textId="77777777" w:rsidR="00D21666" w:rsidRDefault="00D21666">
            <w:pPr>
              <w:rPr>
                <w:b/>
                <w:sz w:val="18"/>
              </w:rPr>
            </w:pPr>
          </w:p>
          <w:p w14:paraId="53DBAACD" w14:textId="77777777" w:rsidR="00D21666" w:rsidRDefault="00D21666">
            <w:pPr>
              <w:rPr>
                <w:b/>
                <w:sz w:val="18"/>
              </w:rPr>
            </w:pPr>
          </w:p>
          <w:p w14:paraId="2D346639" w14:textId="77777777" w:rsidR="00D21666" w:rsidRDefault="00D21666">
            <w:pPr>
              <w:rPr>
                <w:b/>
                <w:sz w:val="18"/>
              </w:rPr>
            </w:pPr>
          </w:p>
          <w:p w14:paraId="4E4253D3" w14:textId="77777777" w:rsidR="00D21666" w:rsidRDefault="00D21666">
            <w:pPr>
              <w:rPr>
                <w:b/>
                <w:sz w:val="18"/>
              </w:rPr>
            </w:pPr>
          </w:p>
          <w:p w14:paraId="6196AB8E" w14:textId="77777777" w:rsidR="00127684" w:rsidRPr="00765CFA" w:rsidRDefault="00127684">
            <w:pPr>
              <w:rPr>
                <w:b/>
                <w:sz w:val="18"/>
              </w:rPr>
            </w:pPr>
          </w:p>
          <w:p w14:paraId="6C40419F" w14:textId="77777777" w:rsidR="00765CFA" w:rsidRPr="00765CFA" w:rsidRDefault="00765CFA">
            <w:pPr>
              <w:rPr>
                <w:b/>
                <w:sz w:val="18"/>
              </w:rPr>
            </w:pPr>
          </w:p>
        </w:tc>
      </w:tr>
    </w:tbl>
    <w:p w14:paraId="5A9139DB" w14:textId="77777777" w:rsidR="00765CFA" w:rsidRDefault="00765CFA" w:rsidP="00765CFA">
      <w:pPr>
        <w:rPr>
          <w:sz w:val="18"/>
        </w:rPr>
      </w:pPr>
    </w:p>
    <w:tbl>
      <w:tblPr>
        <w:tblStyle w:val="Tablaconcuadrcula"/>
        <w:tblW w:w="10348" w:type="dxa"/>
        <w:tblInd w:w="-147" w:type="dxa"/>
        <w:tblLook w:val="04A0" w:firstRow="1" w:lastRow="0" w:firstColumn="1" w:lastColumn="0" w:noHBand="0" w:noVBand="1"/>
      </w:tblPr>
      <w:tblGrid>
        <w:gridCol w:w="10348"/>
      </w:tblGrid>
      <w:tr w:rsidR="00765CFA" w14:paraId="1DD71575" w14:textId="77777777" w:rsidTr="008E4B1F">
        <w:tc>
          <w:tcPr>
            <w:tcW w:w="10348" w:type="dxa"/>
          </w:tcPr>
          <w:p w14:paraId="106568CB" w14:textId="77777777" w:rsidR="00765CFA" w:rsidRPr="00765CFA" w:rsidRDefault="00765CFA" w:rsidP="00F97FF1">
            <w:pPr>
              <w:rPr>
                <w:b/>
                <w:sz w:val="18"/>
              </w:rPr>
            </w:pPr>
          </w:p>
          <w:p w14:paraId="1D71EC3F" w14:textId="77777777" w:rsidR="00765CFA" w:rsidRPr="00765CFA" w:rsidRDefault="00765CFA" w:rsidP="00F97FF1">
            <w:pPr>
              <w:ind w:right="-108"/>
              <w:rPr>
                <w:b/>
                <w:sz w:val="20"/>
                <w:szCs w:val="20"/>
              </w:rPr>
            </w:pPr>
            <w:r w:rsidRPr="00765CFA">
              <w:rPr>
                <w:b/>
                <w:sz w:val="20"/>
                <w:szCs w:val="20"/>
              </w:rPr>
              <w:t xml:space="preserve">Indicar </w:t>
            </w:r>
            <w:r w:rsidR="00464A81">
              <w:rPr>
                <w:b/>
                <w:sz w:val="20"/>
                <w:szCs w:val="20"/>
              </w:rPr>
              <w:t xml:space="preserve">una breve descripción del desarrollo del proyecto, concretando </w:t>
            </w:r>
            <w:r>
              <w:rPr>
                <w:b/>
                <w:sz w:val="20"/>
                <w:szCs w:val="20"/>
              </w:rPr>
              <w:t>el alumnado seleccionado para participar en el proyecto (nombre y apellidos, DNI/NIE)</w:t>
            </w:r>
            <w:r w:rsidR="00464A81">
              <w:rPr>
                <w:b/>
                <w:sz w:val="20"/>
                <w:szCs w:val="20"/>
              </w:rPr>
              <w:t xml:space="preserve"> y empresas colaboradoras</w:t>
            </w:r>
          </w:p>
          <w:p w14:paraId="3680DEB7" w14:textId="77777777" w:rsidR="00765CFA" w:rsidRDefault="00765CFA" w:rsidP="00F97FF1">
            <w:pPr>
              <w:rPr>
                <w:b/>
                <w:sz w:val="18"/>
              </w:rPr>
            </w:pPr>
          </w:p>
          <w:p w14:paraId="08ECE44E" w14:textId="77777777" w:rsidR="00765CFA" w:rsidRDefault="00765CFA" w:rsidP="00F97FF1">
            <w:pPr>
              <w:rPr>
                <w:b/>
                <w:sz w:val="18"/>
              </w:rPr>
            </w:pPr>
          </w:p>
          <w:p w14:paraId="02FF454E" w14:textId="77777777" w:rsidR="00127684" w:rsidRDefault="00127684" w:rsidP="00F97FF1">
            <w:pPr>
              <w:rPr>
                <w:b/>
                <w:sz w:val="18"/>
              </w:rPr>
            </w:pPr>
          </w:p>
          <w:p w14:paraId="161260F5" w14:textId="77777777" w:rsidR="00127684" w:rsidRDefault="00127684" w:rsidP="00F97FF1">
            <w:pPr>
              <w:rPr>
                <w:b/>
                <w:sz w:val="18"/>
              </w:rPr>
            </w:pPr>
          </w:p>
          <w:p w14:paraId="5A1E6382" w14:textId="77777777" w:rsidR="00D21666" w:rsidRDefault="00D21666" w:rsidP="00F97FF1">
            <w:pPr>
              <w:rPr>
                <w:b/>
                <w:sz w:val="18"/>
              </w:rPr>
            </w:pPr>
          </w:p>
          <w:p w14:paraId="5ADC4E2A" w14:textId="77777777" w:rsidR="00D21666" w:rsidRDefault="00D21666" w:rsidP="00F97FF1">
            <w:pPr>
              <w:rPr>
                <w:b/>
                <w:sz w:val="18"/>
              </w:rPr>
            </w:pPr>
          </w:p>
          <w:p w14:paraId="50AF763A" w14:textId="77777777" w:rsidR="00D21666" w:rsidRDefault="00D21666" w:rsidP="00F97FF1">
            <w:pPr>
              <w:rPr>
                <w:b/>
                <w:sz w:val="18"/>
              </w:rPr>
            </w:pPr>
          </w:p>
          <w:p w14:paraId="76576828" w14:textId="77777777" w:rsidR="00D21666" w:rsidRDefault="00D21666" w:rsidP="00F97FF1">
            <w:pPr>
              <w:rPr>
                <w:b/>
                <w:sz w:val="18"/>
              </w:rPr>
            </w:pPr>
          </w:p>
          <w:p w14:paraId="1243C59D" w14:textId="77777777" w:rsidR="00D21666" w:rsidRDefault="00D21666" w:rsidP="00F97FF1">
            <w:pPr>
              <w:rPr>
                <w:b/>
                <w:sz w:val="18"/>
              </w:rPr>
            </w:pPr>
          </w:p>
          <w:p w14:paraId="4D00CDE8" w14:textId="77777777" w:rsidR="00D21666" w:rsidRDefault="00D21666" w:rsidP="00F97FF1">
            <w:pPr>
              <w:rPr>
                <w:b/>
                <w:sz w:val="18"/>
              </w:rPr>
            </w:pPr>
          </w:p>
          <w:p w14:paraId="32E82E20" w14:textId="77777777" w:rsidR="00D21666" w:rsidRDefault="00D21666" w:rsidP="00F97FF1">
            <w:pPr>
              <w:rPr>
                <w:b/>
                <w:sz w:val="18"/>
              </w:rPr>
            </w:pPr>
          </w:p>
          <w:p w14:paraId="103E4A3C" w14:textId="77777777" w:rsidR="00127684" w:rsidRPr="00765CFA" w:rsidRDefault="00127684" w:rsidP="00F97FF1">
            <w:pPr>
              <w:rPr>
                <w:b/>
                <w:sz w:val="18"/>
              </w:rPr>
            </w:pPr>
          </w:p>
          <w:p w14:paraId="40B293A6" w14:textId="77777777" w:rsidR="00765CFA" w:rsidRPr="00765CFA" w:rsidRDefault="00765CFA" w:rsidP="00F97FF1">
            <w:pPr>
              <w:rPr>
                <w:b/>
                <w:sz w:val="18"/>
              </w:rPr>
            </w:pPr>
          </w:p>
        </w:tc>
      </w:tr>
    </w:tbl>
    <w:p w14:paraId="5F5EEE49" w14:textId="77777777" w:rsidR="00F30FF3" w:rsidRDefault="00F30FF3" w:rsidP="00765CFA">
      <w:pPr>
        <w:jc w:val="both"/>
        <w:rPr>
          <w:rFonts w:cs="Arial"/>
          <w:sz w:val="20"/>
        </w:rPr>
      </w:pPr>
    </w:p>
    <w:tbl>
      <w:tblPr>
        <w:tblStyle w:val="Tablaconcuadrcula"/>
        <w:tblW w:w="10348" w:type="dxa"/>
        <w:tblInd w:w="-147" w:type="dxa"/>
        <w:tblLook w:val="04A0" w:firstRow="1" w:lastRow="0" w:firstColumn="1" w:lastColumn="0" w:noHBand="0" w:noVBand="1"/>
      </w:tblPr>
      <w:tblGrid>
        <w:gridCol w:w="10348"/>
      </w:tblGrid>
      <w:tr w:rsidR="00464A81" w14:paraId="4C8D7D5C" w14:textId="77777777" w:rsidTr="008E4B1F">
        <w:tc>
          <w:tcPr>
            <w:tcW w:w="10348" w:type="dxa"/>
          </w:tcPr>
          <w:p w14:paraId="57E85CFB" w14:textId="77777777" w:rsidR="00464A81" w:rsidRPr="00765CFA" w:rsidRDefault="00464A81" w:rsidP="006E3D1A">
            <w:pPr>
              <w:rPr>
                <w:b/>
                <w:sz w:val="18"/>
              </w:rPr>
            </w:pPr>
          </w:p>
          <w:p w14:paraId="0843E9B2" w14:textId="77777777" w:rsidR="00464A81" w:rsidRDefault="00464A81" w:rsidP="006E3D1A">
            <w:pPr>
              <w:rPr>
                <w:b/>
                <w:sz w:val="18"/>
              </w:rPr>
            </w:pPr>
            <w:r>
              <w:rPr>
                <w:b/>
                <w:sz w:val="20"/>
                <w:szCs w:val="20"/>
              </w:rPr>
              <w:t>Otros aspectos a reseñar</w:t>
            </w:r>
          </w:p>
          <w:p w14:paraId="30690358" w14:textId="77777777" w:rsidR="00464A81" w:rsidRDefault="00464A81" w:rsidP="006E3D1A">
            <w:pPr>
              <w:rPr>
                <w:b/>
                <w:sz w:val="18"/>
              </w:rPr>
            </w:pPr>
          </w:p>
          <w:p w14:paraId="47B20ADB" w14:textId="77777777" w:rsidR="00464A81" w:rsidRDefault="00464A81" w:rsidP="006E3D1A">
            <w:pPr>
              <w:rPr>
                <w:b/>
                <w:sz w:val="18"/>
              </w:rPr>
            </w:pPr>
          </w:p>
          <w:p w14:paraId="14573CC4" w14:textId="77777777" w:rsidR="00464A81" w:rsidRDefault="00464A81" w:rsidP="006E3D1A">
            <w:pPr>
              <w:rPr>
                <w:b/>
                <w:sz w:val="18"/>
              </w:rPr>
            </w:pPr>
          </w:p>
          <w:p w14:paraId="71C2F06F" w14:textId="77777777" w:rsidR="00D21666" w:rsidRDefault="00D21666" w:rsidP="006E3D1A">
            <w:pPr>
              <w:rPr>
                <w:b/>
                <w:sz w:val="18"/>
              </w:rPr>
            </w:pPr>
          </w:p>
          <w:p w14:paraId="5E8ECC3B" w14:textId="77777777" w:rsidR="00D21666" w:rsidRDefault="00D21666" w:rsidP="006E3D1A">
            <w:pPr>
              <w:rPr>
                <w:b/>
                <w:sz w:val="18"/>
              </w:rPr>
            </w:pPr>
          </w:p>
          <w:p w14:paraId="273DE1A8" w14:textId="77777777" w:rsidR="00D21666" w:rsidRDefault="00D21666" w:rsidP="006E3D1A">
            <w:pPr>
              <w:rPr>
                <w:b/>
                <w:sz w:val="18"/>
              </w:rPr>
            </w:pPr>
          </w:p>
          <w:p w14:paraId="0C06A4EE" w14:textId="77777777" w:rsidR="00D21666" w:rsidRDefault="00D21666" w:rsidP="006E3D1A">
            <w:pPr>
              <w:rPr>
                <w:b/>
                <w:sz w:val="18"/>
              </w:rPr>
            </w:pPr>
          </w:p>
          <w:p w14:paraId="75F1E918" w14:textId="77777777" w:rsidR="00D21666" w:rsidRDefault="00D21666" w:rsidP="006E3D1A">
            <w:pPr>
              <w:rPr>
                <w:b/>
                <w:sz w:val="18"/>
              </w:rPr>
            </w:pPr>
          </w:p>
          <w:p w14:paraId="5C88251E" w14:textId="77777777" w:rsidR="00464A81" w:rsidRPr="00765CFA" w:rsidRDefault="00464A81" w:rsidP="006E3D1A">
            <w:pPr>
              <w:rPr>
                <w:b/>
                <w:sz w:val="18"/>
              </w:rPr>
            </w:pPr>
          </w:p>
          <w:p w14:paraId="6E04E336" w14:textId="77777777" w:rsidR="00464A81" w:rsidRPr="00765CFA" w:rsidRDefault="00464A81" w:rsidP="006E3D1A">
            <w:pPr>
              <w:rPr>
                <w:b/>
                <w:sz w:val="18"/>
              </w:rPr>
            </w:pPr>
          </w:p>
        </w:tc>
      </w:tr>
    </w:tbl>
    <w:p w14:paraId="6B0F1E3E" w14:textId="77777777" w:rsidR="00464A81" w:rsidRDefault="00464A81" w:rsidP="00765CFA">
      <w:pPr>
        <w:jc w:val="both"/>
        <w:rPr>
          <w:rFonts w:cs="Arial"/>
          <w:sz w:val="20"/>
        </w:rPr>
      </w:pPr>
    </w:p>
    <w:p w14:paraId="3E0818F9" w14:textId="77777777" w:rsidR="00765CFA" w:rsidRDefault="00765CFA" w:rsidP="00F330EB">
      <w:pPr>
        <w:pStyle w:val="Ttulo1"/>
        <w:jc w:val="right"/>
        <w:rPr>
          <w:rFonts w:cs="Arial"/>
          <w:b w:val="0"/>
          <w:sz w:val="20"/>
        </w:rPr>
      </w:pPr>
    </w:p>
    <w:p w14:paraId="57B2EA63" w14:textId="77777777" w:rsidR="00F330EB" w:rsidRPr="008B3D0B" w:rsidRDefault="007F113A" w:rsidP="00F330EB">
      <w:pPr>
        <w:pStyle w:val="Ttulo1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En ______________ </w:t>
      </w:r>
      <w:proofErr w:type="spellStart"/>
      <w:r>
        <w:rPr>
          <w:rFonts w:cs="Arial"/>
          <w:b w:val="0"/>
          <w:sz w:val="20"/>
        </w:rPr>
        <w:t>a</w:t>
      </w:r>
      <w:proofErr w:type="spellEnd"/>
      <w:r>
        <w:rPr>
          <w:rFonts w:cs="Arial"/>
          <w:b w:val="0"/>
          <w:sz w:val="20"/>
        </w:rPr>
        <w:t xml:space="preserve"> ___ de _____________ </w:t>
      </w:r>
      <w:proofErr w:type="spellStart"/>
      <w:r w:rsidR="00F330EB" w:rsidRPr="008B3D0B">
        <w:rPr>
          <w:rFonts w:cs="Arial"/>
          <w:b w:val="0"/>
          <w:sz w:val="20"/>
        </w:rPr>
        <w:t>de</w:t>
      </w:r>
      <w:proofErr w:type="spellEnd"/>
      <w:r w:rsidR="00F330EB" w:rsidRPr="008B3D0B">
        <w:rPr>
          <w:rFonts w:cs="Arial"/>
          <w:b w:val="0"/>
          <w:sz w:val="20"/>
        </w:rPr>
        <w:t xml:space="preserve"> 20</w:t>
      </w:r>
      <w:r>
        <w:rPr>
          <w:rFonts w:cs="Arial"/>
          <w:b w:val="0"/>
          <w:sz w:val="20"/>
        </w:rPr>
        <w:t>___</w:t>
      </w:r>
    </w:p>
    <w:p w14:paraId="05D6C151" w14:textId="77777777" w:rsidR="00F30FF3" w:rsidRDefault="00F30FF3" w:rsidP="00765CFA">
      <w:pPr>
        <w:pStyle w:val="Ttulo1"/>
        <w:rPr>
          <w:rFonts w:cs="Arial"/>
          <w:b w:val="0"/>
          <w:sz w:val="20"/>
        </w:rPr>
      </w:pPr>
    </w:p>
    <w:p w14:paraId="1AC302BD" w14:textId="77777777" w:rsidR="00F330EB" w:rsidRDefault="00F330EB" w:rsidP="00F30FF3">
      <w:pPr>
        <w:pStyle w:val="Ttulo1"/>
        <w:jc w:val="left"/>
        <w:rPr>
          <w:rFonts w:cs="Arial"/>
          <w:b w:val="0"/>
          <w:sz w:val="20"/>
        </w:rPr>
      </w:pPr>
      <w:r w:rsidRPr="008B3D0B">
        <w:rPr>
          <w:rFonts w:cs="Arial"/>
          <w:b w:val="0"/>
          <w:sz w:val="20"/>
        </w:rPr>
        <w:t>El</w:t>
      </w:r>
      <w:r w:rsidR="00F26264">
        <w:rPr>
          <w:rFonts w:cs="Arial"/>
          <w:b w:val="0"/>
          <w:sz w:val="20"/>
        </w:rPr>
        <w:t>/</w:t>
      </w:r>
      <w:r w:rsidR="00FD649A">
        <w:rPr>
          <w:rFonts w:cs="Arial"/>
          <w:b w:val="0"/>
          <w:sz w:val="20"/>
        </w:rPr>
        <w:t>L</w:t>
      </w:r>
      <w:r w:rsidR="00F26264">
        <w:rPr>
          <w:rFonts w:cs="Arial"/>
          <w:b w:val="0"/>
          <w:sz w:val="20"/>
        </w:rPr>
        <w:t>a</w:t>
      </w:r>
      <w:r w:rsidRPr="008B3D0B">
        <w:rPr>
          <w:rFonts w:cs="Arial"/>
          <w:b w:val="0"/>
          <w:sz w:val="20"/>
        </w:rPr>
        <w:t xml:space="preserve"> </w:t>
      </w:r>
      <w:r w:rsidR="00765CFA">
        <w:rPr>
          <w:rFonts w:cs="Arial"/>
          <w:b w:val="0"/>
          <w:sz w:val="20"/>
        </w:rPr>
        <w:t>Director/a del centro educativo</w:t>
      </w:r>
      <w:r w:rsidR="00F30FF3">
        <w:rPr>
          <w:rFonts w:cs="Arial"/>
          <w:b w:val="0"/>
          <w:sz w:val="20"/>
        </w:rPr>
        <w:t xml:space="preserve">       El tutor/a que</w:t>
      </w:r>
      <w:r w:rsidR="00607FB8">
        <w:rPr>
          <w:rFonts w:cs="Arial"/>
          <w:b w:val="0"/>
          <w:sz w:val="20"/>
        </w:rPr>
        <w:t xml:space="preserve"> cesa en el proyecto        </w:t>
      </w:r>
      <w:r w:rsidR="00F30FF3">
        <w:rPr>
          <w:rFonts w:cs="Arial"/>
          <w:b w:val="0"/>
          <w:sz w:val="20"/>
        </w:rPr>
        <w:t>El tutor/a que sustituye</w:t>
      </w:r>
      <w:r w:rsidR="00607FB8">
        <w:rPr>
          <w:rFonts w:cs="Arial"/>
          <w:b w:val="0"/>
          <w:sz w:val="20"/>
        </w:rPr>
        <w:t xml:space="preserve"> al titular</w:t>
      </w:r>
    </w:p>
    <w:p w14:paraId="464CDCFC" w14:textId="77777777" w:rsidR="00765CFA" w:rsidRDefault="00765CFA" w:rsidP="00765CFA"/>
    <w:p w14:paraId="0DC67E9A" w14:textId="77777777" w:rsidR="007F113A" w:rsidRDefault="007F113A" w:rsidP="00765CFA"/>
    <w:p w14:paraId="12F37F43" w14:textId="77777777" w:rsidR="007F113A" w:rsidRDefault="007F113A" w:rsidP="00765CFA"/>
    <w:p w14:paraId="2265F25A" w14:textId="77777777" w:rsidR="007F113A" w:rsidRDefault="007F113A" w:rsidP="00765CFA"/>
    <w:p w14:paraId="3C0F2556" w14:textId="77777777" w:rsidR="00765CFA" w:rsidRDefault="00765CFA" w:rsidP="00765CFA"/>
    <w:p w14:paraId="2C182863" w14:textId="77777777" w:rsidR="007671F7" w:rsidRDefault="007671F7" w:rsidP="00765CFA"/>
    <w:p w14:paraId="35D23721" w14:textId="77777777" w:rsidR="007671F7" w:rsidRDefault="007671F7" w:rsidP="00765CFA"/>
    <w:p w14:paraId="5C99CCAC" w14:textId="77777777" w:rsidR="00F30FF3" w:rsidRDefault="00F30FF3" w:rsidP="00F30FF3">
      <w:pPr>
        <w:pStyle w:val="Sangradetextonormal"/>
        <w:ind w:left="0"/>
        <w:rPr>
          <w:rFonts w:cs="Arial"/>
          <w:sz w:val="20"/>
        </w:rPr>
      </w:pPr>
      <w:r>
        <w:rPr>
          <w:rFonts w:cs="Arial"/>
          <w:sz w:val="20"/>
        </w:rPr>
        <w:t xml:space="preserve">Fdo.: </w:t>
      </w:r>
      <w:r w:rsidR="007F113A">
        <w:rPr>
          <w:rFonts w:cs="Arial"/>
          <w:sz w:val="20"/>
        </w:rPr>
        <w:t>_______________________</w:t>
      </w:r>
      <w:r>
        <w:rPr>
          <w:rFonts w:cs="Arial"/>
          <w:sz w:val="20"/>
        </w:rPr>
        <w:tab/>
      </w:r>
      <w:r w:rsidR="00607FB8">
        <w:rPr>
          <w:rFonts w:cs="Arial"/>
          <w:sz w:val="20"/>
        </w:rPr>
        <w:t xml:space="preserve">   </w:t>
      </w:r>
      <w:r w:rsidR="007F113A">
        <w:rPr>
          <w:rFonts w:cs="Arial"/>
          <w:sz w:val="20"/>
        </w:rPr>
        <w:t>Fdo.</w:t>
      </w:r>
      <w:r w:rsidR="00607FB8">
        <w:rPr>
          <w:rFonts w:cs="Arial"/>
          <w:sz w:val="20"/>
        </w:rPr>
        <w:t xml:space="preserve">: </w:t>
      </w:r>
      <w:r w:rsidR="007F113A">
        <w:rPr>
          <w:rFonts w:cs="Arial"/>
          <w:sz w:val="20"/>
        </w:rPr>
        <w:t>_____________________</w:t>
      </w:r>
      <w:r w:rsidR="00607FB8">
        <w:rPr>
          <w:rFonts w:cs="Arial"/>
          <w:sz w:val="20"/>
        </w:rPr>
        <w:t xml:space="preserve">        </w:t>
      </w:r>
      <w:r w:rsidR="007F113A">
        <w:rPr>
          <w:rFonts w:cs="Arial"/>
          <w:sz w:val="20"/>
        </w:rPr>
        <w:t>Fdo.</w:t>
      </w:r>
      <w:r>
        <w:rPr>
          <w:rFonts w:cs="Arial"/>
          <w:sz w:val="20"/>
        </w:rPr>
        <w:t xml:space="preserve">: </w:t>
      </w:r>
      <w:r w:rsidR="007F113A">
        <w:rPr>
          <w:rFonts w:cs="Arial"/>
          <w:sz w:val="20"/>
        </w:rPr>
        <w:t>_____________________</w:t>
      </w:r>
    </w:p>
    <w:p w14:paraId="134DBA9A" w14:textId="77777777" w:rsidR="00F30FF3" w:rsidRDefault="00F30FF3" w:rsidP="00F330EB">
      <w:pPr>
        <w:pStyle w:val="Sangradetextonormal"/>
        <w:jc w:val="center"/>
        <w:rPr>
          <w:rFonts w:cs="Arial"/>
          <w:sz w:val="20"/>
        </w:rPr>
      </w:pPr>
    </w:p>
    <w:p w14:paraId="27FC70CD" w14:textId="77777777" w:rsidR="00D21666" w:rsidRDefault="00D21666" w:rsidP="00F30FF3">
      <w:pPr>
        <w:jc w:val="both"/>
        <w:rPr>
          <w:rFonts w:cs="Arial"/>
          <w:sz w:val="20"/>
        </w:rPr>
      </w:pPr>
    </w:p>
    <w:p w14:paraId="1A802D8F" w14:textId="77777777" w:rsidR="00D21666" w:rsidRDefault="00D21666" w:rsidP="00F30FF3">
      <w:pPr>
        <w:jc w:val="both"/>
        <w:rPr>
          <w:rFonts w:cs="Arial"/>
          <w:sz w:val="20"/>
        </w:rPr>
      </w:pPr>
    </w:p>
    <w:p w14:paraId="42608C8F" w14:textId="77777777" w:rsidR="00D21666" w:rsidRDefault="00D21666" w:rsidP="00F30FF3">
      <w:pPr>
        <w:jc w:val="both"/>
        <w:rPr>
          <w:rFonts w:cs="Arial"/>
          <w:sz w:val="20"/>
        </w:rPr>
      </w:pPr>
    </w:p>
    <w:p w14:paraId="0CFD19FA" w14:textId="77777777" w:rsidR="00D21666" w:rsidRDefault="00D21666" w:rsidP="00F30FF3">
      <w:pPr>
        <w:jc w:val="both"/>
        <w:rPr>
          <w:rFonts w:cs="Arial"/>
          <w:sz w:val="20"/>
        </w:rPr>
      </w:pPr>
    </w:p>
    <w:p w14:paraId="64DA3EFF" w14:textId="77777777" w:rsidR="00D21666" w:rsidRDefault="00D21666" w:rsidP="00F30FF3">
      <w:pPr>
        <w:jc w:val="both"/>
        <w:rPr>
          <w:rFonts w:cs="Arial"/>
          <w:sz w:val="20"/>
        </w:rPr>
      </w:pPr>
    </w:p>
    <w:p w14:paraId="23AF98CD" w14:textId="77777777" w:rsidR="00D21666" w:rsidRDefault="00D21666" w:rsidP="00F30FF3">
      <w:pPr>
        <w:jc w:val="both"/>
        <w:rPr>
          <w:rFonts w:cs="Arial"/>
          <w:sz w:val="20"/>
        </w:rPr>
      </w:pPr>
    </w:p>
    <w:p w14:paraId="2285B3FC" w14:textId="77777777" w:rsidR="00D21666" w:rsidRDefault="00D21666" w:rsidP="00F30FF3">
      <w:pPr>
        <w:jc w:val="both"/>
        <w:rPr>
          <w:rFonts w:cs="Arial"/>
          <w:sz w:val="20"/>
        </w:rPr>
      </w:pPr>
    </w:p>
    <w:p w14:paraId="7E569745" w14:textId="77777777" w:rsidR="00D21666" w:rsidRDefault="00D21666" w:rsidP="00F30FF3">
      <w:pPr>
        <w:jc w:val="both"/>
        <w:rPr>
          <w:rFonts w:cs="Arial"/>
          <w:sz w:val="20"/>
        </w:rPr>
      </w:pPr>
    </w:p>
    <w:p w14:paraId="5AF63244" w14:textId="77777777" w:rsidR="00D21666" w:rsidRDefault="00D21666" w:rsidP="00F30FF3">
      <w:pPr>
        <w:jc w:val="both"/>
        <w:rPr>
          <w:rFonts w:cs="Arial"/>
          <w:sz w:val="20"/>
        </w:rPr>
      </w:pPr>
    </w:p>
    <w:p w14:paraId="31F352D0" w14:textId="77777777" w:rsidR="00D21666" w:rsidRDefault="00D21666" w:rsidP="00F30FF3">
      <w:pPr>
        <w:jc w:val="both"/>
        <w:rPr>
          <w:rFonts w:cs="Arial"/>
          <w:sz w:val="20"/>
        </w:rPr>
      </w:pPr>
    </w:p>
    <w:p w14:paraId="5EBCD5EB" w14:textId="77777777" w:rsidR="00D21666" w:rsidRDefault="00D21666" w:rsidP="00F30FF3">
      <w:pPr>
        <w:jc w:val="both"/>
        <w:rPr>
          <w:rFonts w:cs="Arial"/>
          <w:sz w:val="20"/>
        </w:rPr>
      </w:pPr>
    </w:p>
    <w:p w14:paraId="0D6788D8" w14:textId="77777777" w:rsidR="00D21666" w:rsidRDefault="00D21666" w:rsidP="00F30FF3">
      <w:pPr>
        <w:jc w:val="both"/>
        <w:rPr>
          <w:rFonts w:cs="Arial"/>
          <w:sz w:val="20"/>
        </w:rPr>
      </w:pPr>
    </w:p>
    <w:p w14:paraId="57F96C3B" w14:textId="77777777" w:rsidR="00D21666" w:rsidRDefault="00D21666" w:rsidP="00F30FF3">
      <w:pPr>
        <w:jc w:val="both"/>
        <w:rPr>
          <w:rFonts w:cs="Arial"/>
          <w:sz w:val="20"/>
        </w:rPr>
      </w:pPr>
    </w:p>
    <w:p w14:paraId="16BA0241" w14:textId="77777777" w:rsidR="00D21666" w:rsidRDefault="00D21666" w:rsidP="00F30FF3">
      <w:pPr>
        <w:jc w:val="both"/>
        <w:rPr>
          <w:rFonts w:cs="Arial"/>
          <w:sz w:val="20"/>
        </w:rPr>
      </w:pPr>
    </w:p>
    <w:p w14:paraId="78F543E3" w14:textId="77777777" w:rsidR="00D21666" w:rsidRDefault="00D21666" w:rsidP="00F30FF3">
      <w:pPr>
        <w:jc w:val="both"/>
        <w:rPr>
          <w:rFonts w:cs="Arial"/>
          <w:sz w:val="20"/>
        </w:rPr>
      </w:pPr>
    </w:p>
    <w:p w14:paraId="743A5838" w14:textId="77777777" w:rsidR="007671F7" w:rsidRDefault="007671F7" w:rsidP="00F30FF3">
      <w:pPr>
        <w:jc w:val="both"/>
        <w:rPr>
          <w:rFonts w:cs="Arial"/>
          <w:sz w:val="20"/>
        </w:rPr>
      </w:pPr>
    </w:p>
    <w:p w14:paraId="7D5746D0" w14:textId="77777777" w:rsidR="00D21666" w:rsidRDefault="00D21666" w:rsidP="00F30FF3">
      <w:pPr>
        <w:jc w:val="both"/>
        <w:rPr>
          <w:rFonts w:cs="Arial"/>
          <w:sz w:val="20"/>
        </w:rPr>
      </w:pPr>
    </w:p>
    <w:p w14:paraId="18449E1D" w14:textId="77777777" w:rsidR="00D21666" w:rsidRDefault="00D21666" w:rsidP="00F30FF3">
      <w:pPr>
        <w:jc w:val="both"/>
        <w:rPr>
          <w:rFonts w:cs="Arial"/>
          <w:sz w:val="20"/>
        </w:rPr>
      </w:pPr>
    </w:p>
    <w:p w14:paraId="1B727E74" w14:textId="77777777" w:rsidR="00D21666" w:rsidRDefault="00D21666" w:rsidP="00F30FF3">
      <w:pPr>
        <w:jc w:val="both"/>
        <w:rPr>
          <w:rFonts w:cs="Arial"/>
          <w:sz w:val="20"/>
        </w:rPr>
      </w:pPr>
    </w:p>
    <w:p w14:paraId="1269D94C" w14:textId="77777777" w:rsidR="00D21666" w:rsidRDefault="00D21666" w:rsidP="00F30FF3">
      <w:pPr>
        <w:jc w:val="both"/>
        <w:rPr>
          <w:rFonts w:cs="Arial"/>
          <w:sz w:val="20"/>
        </w:rPr>
      </w:pPr>
    </w:p>
    <w:p w14:paraId="01C1F215" w14:textId="77777777" w:rsidR="00D21666" w:rsidRDefault="00D21666" w:rsidP="00F30FF3">
      <w:pPr>
        <w:jc w:val="both"/>
        <w:rPr>
          <w:rFonts w:cs="Arial"/>
          <w:sz w:val="20"/>
        </w:rPr>
      </w:pPr>
    </w:p>
    <w:p w14:paraId="0870CF52" w14:textId="77777777" w:rsidR="00D21666" w:rsidRDefault="00D21666" w:rsidP="00F30FF3">
      <w:pPr>
        <w:jc w:val="both"/>
        <w:rPr>
          <w:rFonts w:cs="Arial"/>
          <w:sz w:val="20"/>
        </w:rPr>
      </w:pPr>
    </w:p>
    <w:p w14:paraId="6ACE3F66" w14:textId="77777777" w:rsidR="00D21666" w:rsidRDefault="00D21666" w:rsidP="00F30FF3">
      <w:pPr>
        <w:jc w:val="both"/>
        <w:rPr>
          <w:rFonts w:cs="Arial"/>
          <w:sz w:val="20"/>
        </w:rPr>
      </w:pPr>
    </w:p>
    <w:p w14:paraId="05632F40" w14:textId="77777777" w:rsidR="00D21666" w:rsidRDefault="00D21666" w:rsidP="00F30FF3">
      <w:pPr>
        <w:jc w:val="both"/>
        <w:rPr>
          <w:rFonts w:cs="Arial"/>
          <w:sz w:val="20"/>
        </w:rPr>
      </w:pPr>
    </w:p>
    <w:p w14:paraId="4918508A" w14:textId="77777777" w:rsidR="00D21666" w:rsidRDefault="00D21666" w:rsidP="00F30FF3">
      <w:pPr>
        <w:jc w:val="both"/>
        <w:rPr>
          <w:rFonts w:cs="Arial"/>
          <w:sz w:val="20"/>
        </w:rPr>
      </w:pPr>
    </w:p>
    <w:p w14:paraId="44D69101" w14:textId="77777777" w:rsidR="00F30FF3" w:rsidRPr="00F330EB" w:rsidRDefault="00F30FF3" w:rsidP="00D21666">
      <w:pPr>
        <w:jc w:val="both"/>
        <w:rPr>
          <w:rFonts w:ascii="Times New Roman" w:hAnsi="Times New Roman"/>
          <w:sz w:val="20"/>
        </w:rPr>
      </w:pPr>
      <w:r>
        <w:rPr>
          <w:rFonts w:cs="Arial"/>
          <w:sz w:val="20"/>
        </w:rPr>
        <w:t>EL PRESENTE DOCUMENTO SE REMITIRÁ A LA UNIDAD DE FORMACIÓN PROFESIONAL DE LA CORRESPONDIENTE DELEGACIÓN PROVINCIAL DE EDUCACIÓN, CULTURA Y DEPORTES</w:t>
      </w:r>
      <w:r w:rsidR="00D21666">
        <w:rPr>
          <w:rFonts w:cs="Arial"/>
          <w:sz w:val="20"/>
        </w:rPr>
        <w:t>.</w:t>
      </w:r>
    </w:p>
    <w:sectPr w:rsidR="00F30FF3" w:rsidRPr="00F330EB" w:rsidSect="001F1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54" w:right="849" w:bottom="1134" w:left="993" w:header="284" w:footer="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77B4D" w14:textId="77777777" w:rsidR="009E69CD" w:rsidRDefault="009E69CD">
      <w:r>
        <w:separator/>
      </w:r>
    </w:p>
  </w:endnote>
  <w:endnote w:type="continuationSeparator" w:id="0">
    <w:p w14:paraId="623F2F41" w14:textId="77777777" w:rsidR="009E69CD" w:rsidRDefault="009E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05B20" w14:textId="77777777" w:rsidR="00530D0F" w:rsidRDefault="00530D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0DC4A" w14:textId="77777777" w:rsidR="00530D0F" w:rsidRDefault="00530D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3F399" w14:textId="77777777" w:rsidR="00530D0F" w:rsidRDefault="00530D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E9D58" w14:textId="77777777" w:rsidR="009E69CD" w:rsidRDefault="009E69CD">
      <w:r>
        <w:separator/>
      </w:r>
    </w:p>
  </w:footnote>
  <w:footnote w:type="continuationSeparator" w:id="0">
    <w:p w14:paraId="264C9C04" w14:textId="77777777" w:rsidR="009E69CD" w:rsidRDefault="009E6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F9408" w14:textId="77777777" w:rsidR="00530D0F" w:rsidRDefault="00530D0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2C945" w14:textId="68526EE8" w:rsidR="00DE61D3" w:rsidRDefault="00DE61D3" w:rsidP="00DE61D3">
    <w:pPr>
      <w:pStyle w:val="Encabezado"/>
      <w:rPr>
        <w:rFonts w:cs="Arial"/>
        <w:sz w:val="12"/>
        <w:szCs w:val="12"/>
      </w:rPr>
    </w:pPr>
  </w:p>
  <w:p w14:paraId="59902558" w14:textId="77777777" w:rsidR="00DE61D3" w:rsidRDefault="00DE61D3" w:rsidP="00DE61D3">
    <w:pPr>
      <w:pStyle w:val="Encabezado"/>
      <w:rPr>
        <w:rFonts w:cs="Arial"/>
        <w:sz w:val="12"/>
        <w:szCs w:val="12"/>
      </w:rPr>
    </w:pPr>
  </w:p>
  <w:p w14:paraId="09F5938A" w14:textId="3D75AB93" w:rsidR="00DE61D3" w:rsidRDefault="001F1B05" w:rsidP="00DE61D3">
    <w:pPr>
      <w:pStyle w:val="Encabezado"/>
      <w:rPr>
        <w:rFonts w:cs="Arial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2E1C94E" wp14:editId="5E6F5041">
          <wp:simplePos x="0" y="0"/>
          <wp:positionH relativeFrom="margin">
            <wp:posOffset>-19050</wp:posOffset>
          </wp:positionH>
          <wp:positionV relativeFrom="paragraph">
            <wp:posOffset>83820</wp:posOffset>
          </wp:positionV>
          <wp:extent cx="1057275" cy="752475"/>
          <wp:effectExtent l="0" t="0" r="9525" b="9525"/>
          <wp:wrapNone/>
          <wp:docPr id="2117056141" name="Imagen 21170561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275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4BBA">
      <w:rPr>
        <w:noProof/>
      </w:rPr>
      <w:drawing>
        <wp:anchor distT="0" distB="0" distL="114300" distR="114300" simplePos="0" relativeHeight="251662336" behindDoc="1" locked="0" layoutInCell="1" allowOverlap="1" wp14:anchorId="7F0F3218" wp14:editId="1BD6670F">
          <wp:simplePos x="0" y="0"/>
          <wp:positionH relativeFrom="margin">
            <wp:posOffset>4523740</wp:posOffset>
          </wp:positionH>
          <wp:positionV relativeFrom="paragraph">
            <wp:posOffset>53975</wp:posOffset>
          </wp:positionV>
          <wp:extent cx="1960880" cy="476250"/>
          <wp:effectExtent l="0" t="0" r="1270" b="0"/>
          <wp:wrapNone/>
          <wp:docPr id="1672055443" name="Imagen 1672055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8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D29BE32" w14:textId="25402A83" w:rsidR="00DE61D3" w:rsidRDefault="001F1B05" w:rsidP="00DE61D3">
    <w:pPr>
      <w:pStyle w:val="Encabezado"/>
      <w:rPr>
        <w:rFonts w:cs="Arial"/>
        <w:sz w:val="12"/>
        <w:szCs w:val="12"/>
      </w:rPr>
    </w:pPr>
    <w:r>
      <w:rPr>
        <w:rFonts w:cs="Arial"/>
        <w:noProof/>
        <w:sz w:val="12"/>
        <w:szCs w:val="12"/>
      </w:rPr>
      <w:t xml:space="preserve">                                                       </w:t>
    </w:r>
    <w:r w:rsidR="00530D0F">
      <w:rPr>
        <w:rFonts w:cs="Arial"/>
        <w:noProof/>
        <w:sz w:val="12"/>
        <w:szCs w:val="12"/>
      </w:rPr>
      <w:t xml:space="preserve">    </w:t>
    </w:r>
    <w:r>
      <w:rPr>
        <w:rFonts w:cs="Arial"/>
        <w:noProof/>
        <w:sz w:val="12"/>
        <w:szCs w:val="12"/>
      </w:rPr>
      <w:t xml:space="preserve">      </w:t>
    </w:r>
    <w:r w:rsidR="00530D0F">
      <w:rPr>
        <w:rFonts w:cs="Arial"/>
        <w:noProof/>
        <w:sz w:val="12"/>
        <w:szCs w:val="12"/>
      </w:rPr>
      <w:drawing>
        <wp:inline distT="0" distB="0" distL="0" distR="0" wp14:anchorId="499BCFD0" wp14:editId="5B31F834">
          <wp:extent cx="2663297" cy="760564"/>
          <wp:effectExtent l="0" t="0" r="3810" b="1905"/>
          <wp:docPr id="1849276887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9276887" name="Imagen 1" descr="Imagen que contiene 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2316" cy="771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724C52" w14:textId="77777777" w:rsidR="00DE61D3" w:rsidRDefault="00DE61D3" w:rsidP="00DE61D3">
    <w:pPr>
      <w:pStyle w:val="Encabezado"/>
      <w:rPr>
        <w:rFonts w:cs="Arial"/>
        <w:sz w:val="12"/>
        <w:szCs w:val="12"/>
      </w:rPr>
    </w:pPr>
  </w:p>
  <w:p w14:paraId="7CE6BC8D" w14:textId="1056F041" w:rsidR="000C5D07" w:rsidRDefault="001F1B05" w:rsidP="001F1B05">
    <w:pPr>
      <w:pStyle w:val="Encabezado"/>
      <w:tabs>
        <w:tab w:val="clear" w:pos="4252"/>
        <w:tab w:val="clear" w:pos="8504"/>
        <w:tab w:val="left" w:pos="3312"/>
      </w:tabs>
      <w:rPr>
        <w:rFonts w:cs="Arial"/>
        <w:sz w:val="12"/>
        <w:szCs w:val="12"/>
      </w:rPr>
    </w:pPr>
    <w:r>
      <w:rPr>
        <w:rFonts w:cs="Arial"/>
        <w:sz w:val="12"/>
        <w:szCs w:val="1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620D6" w14:textId="77777777" w:rsidR="00530D0F" w:rsidRDefault="00530D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5D2"/>
    <w:multiLevelType w:val="singleLevel"/>
    <w:tmpl w:val="0AEA1A9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AF0042D"/>
    <w:multiLevelType w:val="singleLevel"/>
    <w:tmpl w:val="C67E4E9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4224410"/>
    <w:multiLevelType w:val="hybridMultilevel"/>
    <w:tmpl w:val="A59CD184"/>
    <w:lvl w:ilvl="0" w:tplc="74D0E42E">
      <w:start w:val="6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96A4E"/>
    <w:multiLevelType w:val="singleLevel"/>
    <w:tmpl w:val="0CA8F53A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12"/>
      </w:rPr>
    </w:lvl>
  </w:abstractNum>
  <w:abstractNum w:abstractNumId="4" w15:restartNumberingAfterBreak="0">
    <w:nsid w:val="54050042"/>
    <w:multiLevelType w:val="hybridMultilevel"/>
    <w:tmpl w:val="8E32B884"/>
    <w:lvl w:ilvl="0" w:tplc="34C49506">
      <w:start w:val="1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abstractNum w:abstractNumId="5" w15:restartNumberingAfterBreak="0">
    <w:nsid w:val="57DA2186"/>
    <w:multiLevelType w:val="hybridMultilevel"/>
    <w:tmpl w:val="B40A925A"/>
    <w:lvl w:ilvl="0" w:tplc="CD98EB3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0219D"/>
    <w:multiLevelType w:val="hybridMultilevel"/>
    <w:tmpl w:val="820C951C"/>
    <w:lvl w:ilvl="0" w:tplc="74D0E42E">
      <w:start w:val="6"/>
      <w:numFmt w:val="lowerLetter"/>
      <w:lvlText w:val="%1)"/>
      <w:lvlJc w:val="left"/>
      <w:pPr>
        <w:tabs>
          <w:tab w:val="num" w:pos="508"/>
        </w:tabs>
        <w:ind w:left="508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514" w:hanging="360"/>
      </w:pPr>
    </w:lvl>
    <w:lvl w:ilvl="2" w:tplc="0C0A001B" w:tentative="1">
      <w:start w:val="1"/>
      <w:numFmt w:val="lowerRoman"/>
      <w:lvlText w:val="%3."/>
      <w:lvlJc w:val="right"/>
      <w:pPr>
        <w:ind w:left="2234" w:hanging="180"/>
      </w:pPr>
    </w:lvl>
    <w:lvl w:ilvl="3" w:tplc="0C0A000F" w:tentative="1">
      <w:start w:val="1"/>
      <w:numFmt w:val="decimal"/>
      <w:lvlText w:val="%4."/>
      <w:lvlJc w:val="left"/>
      <w:pPr>
        <w:ind w:left="2954" w:hanging="360"/>
      </w:pPr>
    </w:lvl>
    <w:lvl w:ilvl="4" w:tplc="0C0A0019" w:tentative="1">
      <w:start w:val="1"/>
      <w:numFmt w:val="lowerLetter"/>
      <w:lvlText w:val="%5."/>
      <w:lvlJc w:val="left"/>
      <w:pPr>
        <w:ind w:left="3674" w:hanging="360"/>
      </w:pPr>
    </w:lvl>
    <w:lvl w:ilvl="5" w:tplc="0C0A001B" w:tentative="1">
      <w:start w:val="1"/>
      <w:numFmt w:val="lowerRoman"/>
      <w:lvlText w:val="%6."/>
      <w:lvlJc w:val="right"/>
      <w:pPr>
        <w:ind w:left="4394" w:hanging="180"/>
      </w:pPr>
    </w:lvl>
    <w:lvl w:ilvl="6" w:tplc="0C0A000F" w:tentative="1">
      <w:start w:val="1"/>
      <w:numFmt w:val="decimal"/>
      <w:lvlText w:val="%7."/>
      <w:lvlJc w:val="left"/>
      <w:pPr>
        <w:ind w:left="5114" w:hanging="360"/>
      </w:pPr>
    </w:lvl>
    <w:lvl w:ilvl="7" w:tplc="0C0A0019" w:tentative="1">
      <w:start w:val="1"/>
      <w:numFmt w:val="lowerLetter"/>
      <w:lvlText w:val="%8."/>
      <w:lvlJc w:val="left"/>
      <w:pPr>
        <w:ind w:left="5834" w:hanging="360"/>
      </w:pPr>
    </w:lvl>
    <w:lvl w:ilvl="8" w:tplc="0C0A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" w15:restartNumberingAfterBreak="0">
    <w:nsid w:val="67130A1D"/>
    <w:multiLevelType w:val="singleLevel"/>
    <w:tmpl w:val="26C8428E"/>
    <w:lvl w:ilvl="0">
      <w:numFmt w:val="bullet"/>
      <w:lvlText w:val=""/>
      <w:lvlJc w:val="left"/>
      <w:pPr>
        <w:tabs>
          <w:tab w:val="num" w:pos="720"/>
        </w:tabs>
        <w:ind w:left="720" w:hanging="405"/>
      </w:pPr>
      <w:rPr>
        <w:rFonts w:ascii="Symbol" w:hAnsi="Symbol" w:hint="default"/>
        <w:i w:val="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70"/>
    <w:rsid w:val="0007370D"/>
    <w:rsid w:val="000835D2"/>
    <w:rsid w:val="000C5D07"/>
    <w:rsid w:val="001153F3"/>
    <w:rsid w:val="00127684"/>
    <w:rsid w:val="001D37B1"/>
    <w:rsid w:val="001D4FEB"/>
    <w:rsid w:val="001E007E"/>
    <w:rsid w:val="001E3517"/>
    <w:rsid w:val="001F1B05"/>
    <w:rsid w:val="00213E5D"/>
    <w:rsid w:val="0021668A"/>
    <w:rsid w:val="00227690"/>
    <w:rsid w:val="00235FA2"/>
    <w:rsid w:val="00242DC4"/>
    <w:rsid w:val="00284CD2"/>
    <w:rsid w:val="00293780"/>
    <w:rsid w:val="002A253A"/>
    <w:rsid w:val="002A3B13"/>
    <w:rsid w:val="002D254C"/>
    <w:rsid w:val="002F317F"/>
    <w:rsid w:val="002F797E"/>
    <w:rsid w:val="00312161"/>
    <w:rsid w:val="00325036"/>
    <w:rsid w:val="003641CB"/>
    <w:rsid w:val="0039791F"/>
    <w:rsid w:val="003A68B2"/>
    <w:rsid w:val="003C1800"/>
    <w:rsid w:val="003C4C70"/>
    <w:rsid w:val="003F55D8"/>
    <w:rsid w:val="004060F3"/>
    <w:rsid w:val="004130BB"/>
    <w:rsid w:val="004215B6"/>
    <w:rsid w:val="004371FD"/>
    <w:rsid w:val="00464A81"/>
    <w:rsid w:val="0047070F"/>
    <w:rsid w:val="00492B89"/>
    <w:rsid w:val="004A1D35"/>
    <w:rsid w:val="004A76A3"/>
    <w:rsid w:val="004B0368"/>
    <w:rsid w:val="004B1735"/>
    <w:rsid w:val="004B6C6F"/>
    <w:rsid w:val="0051161D"/>
    <w:rsid w:val="00516551"/>
    <w:rsid w:val="00521E8C"/>
    <w:rsid w:val="00530D0F"/>
    <w:rsid w:val="00541637"/>
    <w:rsid w:val="00554E9B"/>
    <w:rsid w:val="00566D7B"/>
    <w:rsid w:val="00597D93"/>
    <w:rsid w:val="005C344B"/>
    <w:rsid w:val="005E0439"/>
    <w:rsid w:val="00607FB8"/>
    <w:rsid w:val="00686782"/>
    <w:rsid w:val="006F31CA"/>
    <w:rsid w:val="007217D6"/>
    <w:rsid w:val="00726BF0"/>
    <w:rsid w:val="0073491B"/>
    <w:rsid w:val="00736702"/>
    <w:rsid w:val="007513D1"/>
    <w:rsid w:val="00760505"/>
    <w:rsid w:val="00765CFA"/>
    <w:rsid w:val="007671F7"/>
    <w:rsid w:val="00775BB0"/>
    <w:rsid w:val="007966FB"/>
    <w:rsid w:val="007E1480"/>
    <w:rsid w:val="007F113A"/>
    <w:rsid w:val="007F1F64"/>
    <w:rsid w:val="00804769"/>
    <w:rsid w:val="0089293B"/>
    <w:rsid w:val="008B156D"/>
    <w:rsid w:val="008B3D0B"/>
    <w:rsid w:val="008B4F8C"/>
    <w:rsid w:val="008D2131"/>
    <w:rsid w:val="008D6E4E"/>
    <w:rsid w:val="008E4B1F"/>
    <w:rsid w:val="00916159"/>
    <w:rsid w:val="0098078E"/>
    <w:rsid w:val="009D54EB"/>
    <w:rsid w:val="009E69CD"/>
    <w:rsid w:val="009F3A28"/>
    <w:rsid w:val="00A0574E"/>
    <w:rsid w:val="00A14CF2"/>
    <w:rsid w:val="00A54507"/>
    <w:rsid w:val="00A55C7E"/>
    <w:rsid w:val="00A90D31"/>
    <w:rsid w:val="00A90E92"/>
    <w:rsid w:val="00AA16E7"/>
    <w:rsid w:val="00AA784C"/>
    <w:rsid w:val="00AB2284"/>
    <w:rsid w:val="00AD031E"/>
    <w:rsid w:val="00AD1B7D"/>
    <w:rsid w:val="00AE0FAA"/>
    <w:rsid w:val="00B11501"/>
    <w:rsid w:val="00B259DF"/>
    <w:rsid w:val="00B3769B"/>
    <w:rsid w:val="00B37BAC"/>
    <w:rsid w:val="00B53657"/>
    <w:rsid w:val="00B65A5D"/>
    <w:rsid w:val="00B71E12"/>
    <w:rsid w:val="00B7659D"/>
    <w:rsid w:val="00B87F19"/>
    <w:rsid w:val="00BB6A9B"/>
    <w:rsid w:val="00BE38BB"/>
    <w:rsid w:val="00C050D5"/>
    <w:rsid w:val="00C206C5"/>
    <w:rsid w:val="00C839FA"/>
    <w:rsid w:val="00C966D3"/>
    <w:rsid w:val="00D21666"/>
    <w:rsid w:val="00D35269"/>
    <w:rsid w:val="00D44D13"/>
    <w:rsid w:val="00D7734A"/>
    <w:rsid w:val="00D924E7"/>
    <w:rsid w:val="00D96C88"/>
    <w:rsid w:val="00DA341F"/>
    <w:rsid w:val="00DC4A8F"/>
    <w:rsid w:val="00DE3655"/>
    <w:rsid w:val="00DE4049"/>
    <w:rsid w:val="00DE61D3"/>
    <w:rsid w:val="00E04BBA"/>
    <w:rsid w:val="00E227E7"/>
    <w:rsid w:val="00F00827"/>
    <w:rsid w:val="00F178FC"/>
    <w:rsid w:val="00F26264"/>
    <w:rsid w:val="00F30FF3"/>
    <w:rsid w:val="00F330EB"/>
    <w:rsid w:val="00F331EB"/>
    <w:rsid w:val="00F35F16"/>
    <w:rsid w:val="00F57E17"/>
    <w:rsid w:val="00F614E9"/>
    <w:rsid w:val="00F80820"/>
    <w:rsid w:val="00FB60D3"/>
    <w:rsid w:val="00FB78A1"/>
    <w:rsid w:val="00FD52BF"/>
    <w:rsid w:val="00FD649A"/>
    <w:rsid w:val="00FE5916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4A76FD6"/>
  <w15:chartTrackingRefBased/>
  <w15:docId w15:val="{7D7C8E7F-AEC9-425E-B19B-5E5774FA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A81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spacing w:before="60" w:after="60"/>
      <w:ind w:left="74" w:right="74"/>
      <w:jc w:val="center"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pPr>
      <w:keepNext/>
      <w:spacing w:before="240" w:after="120"/>
      <w:ind w:firstLine="1206"/>
      <w:outlineLvl w:val="1"/>
    </w:pPr>
    <w:rPr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Normal"/>
    <w:qFormat/>
    <w:pPr>
      <w:jc w:val="center"/>
    </w:pPr>
    <w:rPr>
      <w:b/>
      <w:sz w:val="28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3C4C7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312161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5E043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5E0439"/>
    <w:rPr>
      <w:rFonts w:ascii="Arial" w:hAnsi="Arial"/>
      <w:sz w:val="22"/>
    </w:rPr>
  </w:style>
  <w:style w:type="paragraph" w:styleId="Sangradetextonormal">
    <w:name w:val="Body Text Indent"/>
    <w:basedOn w:val="Normal"/>
    <w:link w:val="SangradetextonormalCar"/>
    <w:rsid w:val="005E043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5E0439"/>
    <w:rPr>
      <w:rFonts w:ascii="Arial" w:hAnsi="Arial"/>
      <w:sz w:val="22"/>
    </w:rPr>
  </w:style>
  <w:style w:type="paragraph" w:styleId="Subttulo">
    <w:name w:val="Subtitle"/>
    <w:basedOn w:val="Normal"/>
    <w:next w:val="Normal"/>
    <w:link w:val="SubttuloCar"/>
    <w:qFormat/>
    <w:rsid w:val="005E043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5E0439"/>
    <w:rPr>
      <w:rFonts w:ascii="Cambria" w:eastAsia="Times New Roman" w:hAnsi="Cambria" w:cs="Times New Roman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rsid w:val="005E04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5E043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rsid w:val="002A3B13"/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2A3B13"/>
    <w:rPr>
      <w:rFonts w:ascii="Arial" w:hAnsi="Arial"/>
    </w:rPr>
  </w:style>
  <w:style w:type="character" w:styleId="Refdenotaalpie">
    <w:name w:val="footnote reference"/>
    <w:basedOn w:val="Fuentedeprrafopredeter"/>
    <w:rsid w:val="002A3B13"/>
    <w:rPr>
      <w:vertAlign w:val="superscript"/>
    </w:rPr>
  </w:style>
  <w:style w:type="table" w:styleId="Tablaconcuadrcula">
    <w:name w:val="Table Grid"/>
    <w:basedOn w:val="Tablanormal"/>
    <w:uiPriority w:val="59"/>
    <w:rsid w:val="0054163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7966FB"/>
    <w:rPr>
      <w:color w:val="808080"/>
    </w:rPr>
  </w:style>
  <w:style w:type="paragraph" w:styleId="Prrafodelista">
    <w:name w:val="List Paragraph"/>
    <w:basedOn w:val="Normal"/>
    <w:uiPriority w:val="34"/>
    <w:qFormat/>
    <w:rsid w:val="00413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7.tm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9147D63E96459697B8C27054BD7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EF215-B979-4566-9BCD-1B82C2A21BE2}"/>
      </w:docPartPr>
      <w:docPartBody>
        <w:p w:rsidR="00A32C48" w:rsidRDefault="00172BAA" w:rsidP="00172BAA">
          <w:pPr>
            <w:pStyle w:val="129147D63E96459697B8C27054BD78606"/>
          </w:pPr>
          <w:r w:rsidRPr="00E55E8E">
            <w:rPr>
              <w:rStyle w:val="Textodelmarcadordeposicin"/>
            </w:rPr>
            <w:t>Elija un elemento.</w:t>
          </w:r>
        </w:p>
      </w:docPartBody>
    </w:docPart>
    <w:docPart>
      <w:docPartPr>
        <w:name w:val="25E503D07AE84DF190B3CB40FF975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030F5-27B9-485C-ACA1-B01FC08DC26F}"/>
      </w:docPartPr>
      <w:docPartBody>
        <w:p w:rsidR="00A32C48" w:rsidRDefault="00172BAA" w:rsidP="00172BAA">
          <w:pPr>
            <w:pStyle w:val="25E503D07AE84DF190B3CB40FF975B3C6"/>
          </w:pPr>
          <w:r w:rsidRPr="00E55E8E">
            <w:rPr>
              <w:rStyle w:val="Textodelmarcadordeposicin"/>
            </w:rPr>
            <w:t>Elija un elemento.</w:t>
          </w:r>
        </w:p>
      </w:docPartBody>
    </w:docPart>
    <w:docPart>
      <w:docPartPr>
        <w:name w:val="94B52A29A3C348B5A3ED8E588B963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38E17B-76AA-479A-BC37-12B619C68D2B}"/>
      </w:docPartPr>
      <w:docPartBody>
        <w:p w:rsidR="00553826" w:rsidRDefault="00172BAA" w:rsidP="00172BAA">
          <w:pPr>
            <w:pStyle w:val="94B52A29A3C348B5A3ED8E588B963B1A4"/>
          </w:pPr>
          <w:r w:rsidRPr="00E55E8E">
            <w:rPr>
              <w:rStyle w:val="Textodelmarcadordeposicin"/>
            </w:rPr>
            <w:t>Elija un elemento.</w:t>
          </w:r>
        </w:p>
      </w:docPartBody>
    </w:docPart>
    <w:docPart>
      <w:docPartPr>
        <w:name w:val="A60ED08852934A4F8F74C18B9A23A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C8102-B7FD-4460-95E3-19F6F8CADC35}"/>
      </w:docPartPr>
      <w:docPartBody>
        <w:p w:rsidR="00553826" w:rsidRDefault="00172BAA" w:rsidP="00172BAA">
          <w:pPr>
            <w:pStyle w:val="A60ED08852934A4F8F74C18B9A23A5145"/>
          </w:pPr>
          <w:r w:rsidRPr="00E55E8E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4E1"/>
    <w:rsid w:val="00172BAA"/>
    <w:rsid w:val="00293780"/>
    <w:rsid w:val="002F797E"/>
    <w:rsid w:val="00553826"/>
    <w:rsid w:val="006E4635"/>
    <w:rsid w:val="00A32C48"/>
    <w:rsid w:val="00C36BD0"/>
    <w:rsid w:val="00DF04E1"/>
    <w:rsid w:val="00F064A8"/>
    <w:rsid w:val="00FD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72BAA"/>
    <w:rPr>
      <w:color w:val="808080"/>
    </w:rPr>
  </w:style>
  <w:style w:type="paragraph" w:customStyle="1" w:styleId="129147D63E96459697B8C27054BD78606">
    <w:name w:val="129147D63E96459697B8C27054BD78606"/>
    <w:rsid w:val="00172BAA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E503D07AE84DF190B3CB40FF975B3C6">
    <w:name w:val="25E503D07AE84DF190B3CB40FF975B3C6"/>
    <w:rsid w:val="00172BAA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4B52A29A3C348B5A3ED8E588B963B1A4">
    <w:name w:val="94B52A29A3C348B5A3ED8E588B963B1A4"/>
    <w:rsid w:val="00172BAA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60ED08852934A4F8F74C18B9A23A5145">
    <w:name w:val="A60ED08852934A4F8F74C18B9A23A5145"/>
    <w:rsid w:val="00172BAA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~wd07.tmp</Template>
  <TotalTime>0</TotalTime>
  <Pages>2</Pages>
  <Words>197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IX Informe de evaluación individualizado</vt:lpstr>
    </vt:vector>
  </TitlesOfParts>
  <Company>Comunidad Madrid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IX Informe de evaluación individualizado</dc:title>
  <dc:subject/>
  <dc:creator>I.C.M.</dc:creator>
  <cp:keywords/>
  <cp:lastModifiedBy>Usuario</cp:lastModifiedBy>
  <cp:revision>2</cp:revision>
  <cp:lastPrinted>2014-03-17T09:05:00Z</cp:lastPrinted>
  <dcterms:created xsi:type="dcterms:W3CDTF">2025-08-31T17:46:00Z</dcterms:created>
  <dcterms:modified xsi:type="dcterms:W3CDTF">2025-08-31T17:46:00Z</dcterms:modified>
</cp:coreProperties>
</file>